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0F5599" w14:textId="067372BE" w:rsidR="0085747A" w:rsidRPr="002C5E0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C5E02">
        <w:rPr>
          <w:rFonts w:ascii="Corbel" w:hAnsi="Corbel"/>
          <w:b/>
          <w:smallCaps/>
          <w:sz w:val="24"/>
          <w:szCs w:val="24"/>
        </w:rPr>
        <w:t>SYLABUS</w:t>
      </w:r>
    </w:p>
    <w:p w14:paraId="160585B8" w14:textId="77777777" w:rsidR="00E648D6" w:rsidRPr="002C5E02" w:rsidRDefault="00E648D6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0553A67A" w14:textId="5AD5375F" w:rsidR="0085747A" w:rsidRPr="002C5E02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C5E02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2C5E02">
        <w:rPr>
          <w:rFonts w:ascii="Corbel" w:hAnsi="Corbel"/>
          <w:b/>
          <w:smallCaps/>
          <w:sz w:val="24"/>
          <w:szCs w:val="24"/>
        </w:rPr>
        <w:t xml:space="preserve"> </w:t>
      </w:r>
      <w:r w:rsidR="0064765B" w:rsidRPr="002C5E02">
        <w:rPr>
          <w:rFonts w:ascii="Corbel" w:hAnsi="Corbel"/>
          <w:i/>
          <w:smallCaps/>
          <w:sz w:val="24"/>
          <w:szCs w:val="24"/>
        </w:rPr>
        <w:t>202</w:t>
      </w:r>
      <w:r w:rsidR="00C7216B">
        <w:rPr>
          <w:rFonts w:ascii="Corbel" w:hAnsi="Corbel"/>
          <w:i/>
          <w:smallCaps/>
          <w:sz w:val="24"/>
          <w:szCs w:val="24"/>
        </w:rPr>
        <w:t>1</w:t>
      </w:r>
      <w:r w:rsidR="00E648D6" w:rsidRPr="002C5E02">
        <w:rPr>
          <w:rFonts w:ascii="Corbel" w:hAnsi="Corbel"/>
          <w:i/>
          <w:smallCaps/>
          <w:sz w:val="24"/>
          <w:szCs w:val="24"/>
        </w:rPr>
        <w:t xml:space="preserve">– </w:t>
      </w:r>
      <w:r w:rsidR="0064765B" w:rsidRPr="002C5E02">
        <w:rPr>
          <w:rFonts w:ascii="Corbel" w:hAnsi="Corbel"/>
          <w:i/>
          <w:smallCaps/>
          <w:sz w:val="24"/>
          <w:szCs w:val="24"/>
        </w:rPr>
        <w:t>202</w:t>
      </w:r>
      <w:r w:rsidR="00C7216B">
        <w:rPr>
          <w:rFonts w:ascii="Corbel" w:hAnsi="Corbel"/>
          <w:i/>
          <w:smallCaps/>
          <w:sz w:val="24"/>
          <w:szCs w:val="24"/>
        </w:rPr>
        <w:t>6</w:t>
      </w:r>
    </w:p>
    <w:p w14:paraId="5948C483" w14:textId="77A8B102" w:rsidR="00445970" w:rsidRPr="002C5E02" w:rsidRDefault="00445970" w:rsidP="00E648D6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2C5E02">
        <w:rPr>
          <w:rFonts w:ascii="Corbel" w:hAnsi="Corbel"/>
          <w:sz w:val="24"/>
          <w:szCs w:val="24"/>
        </w:rPr>
        <w:t xml:space="preserve">Rok akademicki   </w:t>
      </w:r>
      <w:r w:rsidR="0064765B" w:rsidRPr="002C5E02">
        <w:rPr>
          <w:rFonts w:ascii="Corbel" w:hAnsi="Corbel"/>
          <w:sz w:val="24"/>
          <w:szCs w:val="24"/>
        </w:rPr>
        <w:t>202</w:t>
      </w:r>
      <w:r w:rsidR="00C7216B">
        <w:rPr>
          <w:rFonts w:ascii="Corbel" w:hAnsi="Corbel"/>
          <w:sz w:val="24"/>
          <w:szCs w:val="24"/>
        </w:rPr>
        <w:t>3</w:t>
      </w:r>
      <w:r w:rsidR="0064765B" w:rsidRPr="002C5E02">
        <w:rPr>
          <w:rFonts w:ascii="Corbel" w:hAnsi="Corbel"/>
          <w:sz w:val="24"/>
          <w:szCs w:val="24"/>
        </w:rPr>
        <w:t>/202</w:t>
      </w:r>
      <w:r w:rsidR="00C7216B">
        <w:rPr>
          <w:rFonts w:ascii="Corbel" w:hAnsi="Corbel"/>
          <w:sz w:val="24"/>
          <w:szCs w:val="24"/>
        </w:rPr>
        <w:t>4</w:t>
      </w:r>
      <w:bookmarkStart w:id="0" w:name="_GoBack"/>
      <w:bookmarkEnd w:id="0"/>
    </w:p>
    <w:p w14:paraId="57A7C083" w14:textId="77777777" w:rsidR="0085747A" w:rsidRPr="002C5E0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9914325" w14:textId="77777777" w:rsidR="0085747A" w:rsidRPr="002C5E0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C5E02">
        <w:rPr>
          <w:rFonts w:ascii="Corbel" w:hAnsi="Corbel"/>
          <w:szCs w:val="24"/>
        </w:rPr>
        <w:t xml:space="preserve">1. </w:t>
      </w:r>
      <w:r w:rsidR="0085747A" w:rsidRPr="002C5E02">
        <w:rPr>
          <w:rFonts w:ascii="Corbel" w:hAnsi="Corbel"/>
          <w:szCs w:val="24"/>
        </w:rPr>
        <w:t xml:space="preserve">Podstawowe </w:t>
      </w:r>
      <w:r w:rsidR="00445970" w:rsidRPr="002C5E02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C5E02" w14:paraId="03CF99A3" w14:textId="77777777" w:rsidTr="00E648D6">
        <w:tc>
          <w:tcPr>
            <w:tcW w:w="2694" w:type="dxa"/>
            <w:vAlign w:val="center"/>
          </w:tcPr>
          <w:p w14:paraId="34C9CF50" w14:textId="77777777" w:rsidR="0085747A" w:rsidRPr="002C5E0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D2306FB" w14:textId="49173C1B" w:rsidR="0085747A" w:rsidRPr="002C5E02" w:rsidRDefault="00E648D6" w:rsidP="002009AE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wielospecjalistyczna ocena poziomu funkcjonowania dzieci i uczniów ze spektrum autyzmu</w:t>
            </w:r>
          </w:p>
        </w:tc>
      </w:tr>
      <w:tr w:rsidR="0085747A" w:rsidRPr="002C5E02" w14:paraId="78CA85E5" w14:textId="77777777" w:rsidTr="00E648D6">
        <w:tc>
          <w:tcPr>
            <w:tcW w:w="2694" w:type="dxa"/>
            <w:vAlign w:val="center"/>
          </w:tcPr>
          <w:p w14:paraId="4E45BC82" w14:textId="77777777" w:rsidR="0085747A" w:rsidRPr="002C5E0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C5E0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45DAD34" w14:textId="77777777" w:rsidR="0085747A" w:rsidRPr="002C5E02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2C5E02" w14:paraId="30FDCE3A" w14:textId="77777777" w:rsidTr="00E648D6">
        <w:tc>
          <w:tcPr>
            <w:tcW w:w="2694" w:type="dxa"/>
            <w:vAlign w:val="center"/>
          </w:tcPr>
          <w:p w14:paraId="0C7F9283" w14:textId="77777777" w:rsidR="0085747A" w:rsidRPr="002C5E02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N</w:t>
            </w:r>
            <w:r w:rsidR="0085747A" w:rsidRPr="002C5E0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C5E0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52469DC" w14:textId="1B69C462" w:rsidR="0085747A" w:rsidRPr="002C5E02" w:rsidRDefault="007A265C" w:rsidP="007A26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5E02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2C5E02" w14:paraId="425EE7B6" w14:textId="77777777" w:rsidTr="00E648D6">
        <w:tc>
          <w:tcPr>
            <w:tcW w:w="2694" w:type="dxa"/>
            <w:vAlign w:val="center"/>
          </w:tcPr>
          <w:p w14:paraId="13DD4E7B" w14:textId="77777777" w:rsidR="0085747A" w:rsidRPr="002C5E0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C187C22" w14:textId="3F4D9E8F" w:rsidR="0085747A" w:rsidRPr="002C5E02" w:rsidRDefault="00E648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5E02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2C5E02" w14:paraId="49937DBA" w14:textId="77777777" w:rsidTr="00E648D6">
        <w:tc>
          <w:tcPr>
            <w:tcW w:w="2694" w:type="dxa"/>
            <w:vAlign w:val="center"/>
          </w:tcPr>
          <w:p w14:paraId="4DEC1645" w14:textId="77777777" w:rsidR="0085747A" w:rsidRPr="002C5E0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51F3725" w14:textId="7038D621" w:rsidR="0085747A" w:rsidRPr="002C5E02" w:rsidRDefault="00E648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5E02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2C5E02" w14:paraId="34C57CB2" w14:textId="77777777" w:rsidTr="00E648D6">
        <w:tc>
          <w:tcPr>
            <w:tcW w:w="2694" w:type="dxa"/>
            <w:vAlign w:val="center"/>
          </w:tcPr>
          <w:p w14:paraId="3A4B2901" w14:textId="77777777" w:rsidR="0085747A" w:rsidRPr="002C5E0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070DC6F" w14:textId="5C8B533F" w:rsidR="0085747A" w:rsidRPr="002C5E02" w:rsidRDefault="00E648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5E02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6528C7" w:rsidRPr="002C5E02">
              <w:rPr>
                <w:rFonts w:ascii="Corbel" w:hAnsi="Corbel"/>
                <w:b w:val="0"/>
                <w:sz w:val="24"/>
                <w:szCs w:val="24"/>
              </w:rPr>
              <w:t>ednolite</w:t>
            </w:r>
            <w:r w:rsidRPr="002C5E02">
              <w:rPr>
                <w:rFonts w:ascii="Corbel" w:hAnsi="Corbel"/>
                <w:b w:val="0"/>
                <w:sz w:val="24"/>
                <w:szCs w:val="24"/>
              </w:rPr>
              <w:t xml:space="preserve"> studia</w:t>
            </w:r>
            <w:r w:rsidR="006528C7" w:rsidRPr="002C5E02">
              <w:rPr>
                <w:rFonts w:ascii="Corbel" w:hAnsi="Corbel"/>
                <w:b w:val="0"/>
                <w:sz w:val="24"/>
                <w:szCs w:val="24"/>
              </w:rPr>
              <w:t xml:space="preserve"> magisterskie</w:t>
            </w:r>
          </w:p>
        </w:tc>
      </w:tr>
      <w:tr w:rsidR="0085747A" w:rsidRPr="002C5E02" w14:paraId="5FFB55DE" w14:textId="77777777" w:rsidTr="00E648D6">
        <w:tc>
          <w:tcPr>
            <w:tcW w:w="2694" w:type="dxa"/>
            <w:vAlign w:val="center"/>
          </w:tcPr>
          <w:p w14:paraId="174D8192" w14:textId="77777777" w:rsidR="0085747A" w:rsidRPr="002C5E0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3708DC4" w14:textId="77777777" w:rsidR="0085747A" w:rsidRPr="002C5E02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5E02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2C5E02" w14:paraId="522A4193" w14:textId="77777777" w:rsidTr="00E648D6">
        <w:tc>
          <w:tcPr>
            <w:tcW w:w="2694" w:type="dxa"/>
            <w:vAlign w:val="center"/>
          </w:tcPr>
          <w:p w14:paraId="481A124B" w14:textId="77777777" w:rsidR="0085747A" w:rsidRPr="002C5E0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B3CAF9F" w14:textId="77777777" w:rsidR="0085747A" w:rsidRPr="002C5E02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5E02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2C5E02" w14:paraId="1546E13F" w14:textId="77777777" w:rsidTr="00E648D6">
        <w:tc>
          <w:tcPr>
            <w:tcW w:w="2694" w:type="dxa"/>
            <w:vAlign w:val="center"/>
          </w:tcPr>
          <w:p w14:paraId="3A2283F0" w14:textId="77777777" w:rsidR="0085747A" w:rsidRPr="002C5E0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C5E02">
              <w:rPr>
                <w:rFonts w:ascii="Corbel" w:hAnsi="Corbel"/>
                <w:sz w:val="24"/>
                <w:szCs w:val="24"/>
              </w:rPr>
              <w:t>/y</w:t>
            </w:r>
            <w:r w:rsidRPr="002C5E0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92C585E" w14:textId="2A56587A" w:rsidR="0085747A" w:rsidRPr="002C5E02" w:rsidRDefault="006528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5E02">
              <w:rPr>
                <w:rFonts w:ascii="Corbel" w:hAnsi="Corbel"/>
                <w:b w:val="0"/>
                <w:sz w:val="24"/>
                <w:szCs w:val="24"/>
              </w:rPr>
              <w:t>III rok,</w:t>
            </w:r>
            <w:r w:rsidR="00E648D6" w:rsidRPr="002C5E02">
              <w:rPr>
                <w:rFonts w:ascii="Corbel" w:hAnsi="Corbel"/>
                <w:b w:val="0"/>
                <w:sz w:val="24"/>
                <w:szCs w:val="24"/>
              </w:rPr>
              <w:t xml:space="preserve"> 6</w:t>
            </w:r>
            <w:r w:rsidRPr="002C5E02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E648D6" w:rsidRPr="002C5E02" w14:paraId="0E80394C" w14:textId="77777777" w:rsidTr="00E648D6">
        <w:tc>
          <w:tcPr>
            <w:tcW w:w="2694" w:type="dxa"/>
            <w:vAlign w:val="center"/>
          </w:tcPr>
          <w:p w14:paraId="5B3BF238" w14:textId="77777777" w:rsidR="00E648D6" w:rsidRPr="002C5E02" w:rsidRDefault="00E648D6" w:rsidP="00E648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5C8415C" w14:textId="2EC9D139" w:rsidR="002009AE" w:rsidRPr="002C5E02" w:rsidRDefault="00E648D6" w:rsidP="002009A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C5E02">
              <w:rPr>
                <w:rFonts w:ascii="Corbel" w:hAnsi="Corbel"/>
                <w:b w:val="0"/>
                <w:sz w:val="24"/>
                <w:szCs w:val="24"/>
              </w:rPr>
              <w:t>E. Przygotowanie w poszczególnych zakresach pedagogiki specjalnej, E.A. Edukacja i terapia osób z zaburzeniami ze spektrum autyzmu, E.1. Przygotowanie merytoryczne</w:t>
            </w:r>
            <w:r w:rsidR="00031BFC" w:rsidRPr="002C5E02">
              <w:rPr>
                <w:rFonts w:ascii="Corbel" w:hAnsi="Corbel"/>
                <w:b w:val="0"/>
                <w:sz w:val="24"/>
                <w:szCs w:val="24"/>
              </w:rPr>
              <w:t>; p</w:t>
            </w:r>
            <w:r w:rsidR="002009AE" w:rsidRPr="002C5E02">
              <w:rPr>
                <w:rFonts w:ascii="Corbel" w:hAnsi="Corbel"/>
                <w:b w:val="0"/>
                <w:sz w:val="24"/>
                <w:szCs w:val="24"/>
              </w:rPr>
              <w:t>rzedmiot specjalnościowy</w:t>
            </w:r>
          </w:p>
        </w:tc>
      </w:tr>
      <w:tr w:rsidR="00E648D6" w:rsidRPr="002C5E02" w14:paraId="3962B20D" w14:textId="77777777" w:rsidTr="00E648D6">
        <w:tc>
          <w:tcPr>
            <w:tcW w:w="2694" w:type="dxa"/>
            <w:vAlign w:val="center"/>
          </w:tcPr>
          <w:p w14:paraId="6822C809" w14:textId="77777777" w:rsidR="00E648D6" w:rsidRPr="002C5E02" w:rsidRDefault="00E648D6" w:rsidP="00E648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96100A6" w14:textId="306507A1" w:rsidR="00E648D6" w:rsidRPr="002C5E02" w:rsidRDefault="00E648D6" w:rsidP="00E648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5E0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648D6" w:rsidRPr="002C5E02" w14:paraId="5AD4F06C" w14:textId="77777777" w:rsidTr="00E648D6">
        <w:tc>
          <w:tcPr>
            <w:tcW w:w="2694" w:type="dxa"/>
            <w:vAlign w:val="center"/>
          </w:tcPr>
          <w:p w14:paraId="1A557D15" w14:textId="77777777" w:rsidR="00E648D6" w:rsidRPr="002C5E02" w:rsidRDefault="00E648D6" w:rsidP="00E648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CAC58BB" w14:textId="437AD52E" w:rsidR="00E648D6" w:rsidRPr="002C5E02" w:rsidRDefault="00E648D6" w:rsidP="00E648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5E02"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 w:rsidRPr="002C5E02">
              <w:rPr>
                <w:rFonts w:ascii="Corbel" w:hAnsi="Corbel"/>
                <w:b w:val="0"/>
                <w:sz w:val="24"/>
                <w:szCs w:val="24"/>
              </w:rPr>
              <w:t>Gosztyła</w:t>
            </w:r>
            <w:proofErr w:type="spellEnd"/>
            <w:r w:rsidRPr="002C5E02">
              <w:rPr>
                <w:rFonts w:ascii="Corbel" w:hAnsi="Corbel"/>
                <w:b w:val="0"/>
                <w:sz w:val="24"/>
                <w:szCs w:val="24"/>
              </w:rPr>
              <w:t>, dr Aneta Lew - Koralewicz</w:t>
            </w:r>
          </w:p>
        </w:tc>
      </w:tr>
      <w:tr w:rsidR="0085747A" w:rsidRPr="002C5E02" w14:paraId="422D352D" w14:textId="77777777" w:rsidTr="00E648D6">
        <w:tc>
          <w:tcPr>
            <w:tcW w:w="2694" w:type="dxa"/>
            <w:vAlign w:val="center"/>
          </w:tcPr>
          <w:p w14:paraId="36184E0E" w14:textId="77777777" w:rsidR="0085747A" w:rsidRPr="002C5E0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D773B5D" w14:textId="43458D82" w:rsidR="0085747A" w:rsidRPr="002C5E02" w:rsidRDefault="006528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5E02">
              <w:rPr>
                <w:rFonts w:ascii="Corbel" w:hAnsi="Corbel"/>
                <w:b w:val="0"/>
                <w:sz w:val="24"/>
                <w:szCs w:val="24"/>
              </w:rPr>
              <w:t>dr Aneta Lew-Koralewicz</w:t>
            </w:r>
          </w:p>
        </w:tc>
      </w:tr>
    </w:tbl>
    <w:p w14:paraId="5B5DE9BF" w14:textId="77777777" w:rsidR="0085747A" w:rsidRPr="002C5E02" w:rsidRDefault="0085747A" w:rsidP="00E648D6">
      <w:pPr>
        <w:pStyle w:val="Podpunkty"/>
        <w:ind w:left="0"/>
        <w:rPr>
          <w:rFonts w:ascii="Corbel" w:hAnsi="Corbel"/>
          <w:sz w:val="24"/>
          <w:szCs w:val="24"/>
        </w:rPr>
      </w:pPr>
      <w:r w:rsidRPr="002C5E02">
        <w:rPr>
          <w:rFonts w:ascii="Corbel" w:hAnsi="Corbel"/>
          <w:sz w:val="24"/>
          <w:szCs w:val="24"/>
        </w:rPr>
        <w:t xml:space="preserve">* </w:t>
      </w:r>
      <w:r w:rsidRPr="002C5E02">
        <w:rPr>
          <w:rFonts w:ascii="Corbel" w:hAnsi="Corbel"/>
          <w:i/>
          <w:sz w:val="24"/>
          <w:szCs w:val="24"/>
        </w:rPr>
        <w:t>-</w:t>
      </w:r>
      <w:r w:rsidR="00B90885" w:rsidRPr="002C5E0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C5E02">
        <w:rPr>
          <w:rFonts w:ascii="Corbel" w:hAnsi="Corbel"/>
          <w:b w:val="0"/>
          <w:sz w:val="24"/>
          <w:szCs w:val="24"/>
        </w:rPr>
        <w:t>e,</w:t>
      </w:r>
      <w:r w:rsidRPr="002C5E02">
        <w:rPr>
          <w:rFonts w:ascii="Corbel" w:hAnsi="Corbel"/>
          <w:i/>
          <w:sz w:val="24"/>
          <w:szCs w:val="24"/>
        </w:rPr>
        <w:t xml:space="preserve"> </w:t>
      </w:r>
      <w:r w:rsidRPr="002C5E0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C5E02">
        <w:rPr>
          <w:rFonts w:ascii="Corbel" w:hAnsi="Corbel"/>
          <w:b w:val="0"/>
          <w:i/>
          <w:sz w:val="24"/>
          <w:szCs w:val="24"/>
        </w:rPr>
        <w:t>w Jednostce</w:t>
      </w:r>
    </w:p>
    <w:p w14:paraId="3CDD1B87" w14:textId="77777777" w:rsidR="00923D7D" w:rsidRPr="002C5E0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75ED67" w14:textId="77777777" w:rsidR="0085747A" w:rsidRPr="002C5E0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C5E02">
        <w:rPr>
          <w:rFonts w:ascii="Corbel" w:hAnsi="Corbel"/>
          <w:sz w:val="24"/>
          <w:szCs w:val="24"/>
        </w:rPr>
        <w:t>1.</w:t>
      </w:r>
      <w:r w:rsidR="00E22FBC" w:rsidRPr="002C5E02">
        <w:rPr>
          <w:rFonts w:ascii="Corbel" w:hAnsi="Corbel"/>
          <w:sz w:val="24"/>
          <w:szCs w:val="24"/>
        </w:rPr>
        <w:t>1</w:t>
      </w:r>
      <w:r w:rsidRPr="002C5E0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C21365A" w14:textId="77777777" w:rsidR="00923D7D" w:rsidRPr="002C5E0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12"/>
        <w:gridCol w:w="787"/>
        <w:gridCol w:w="863"/>
        <w:gridCol w:w="800"/>
        <w:gridCol w:w="820"/>
        <w:gridCol w:w="761"/>
        <w:gridCol w:w="947"/>
        <w:gridCol w:w="1189"/>
        <w:gridCol w:w="1501"/>
      </w:tblGrid>
      <w:tr w:rsidR="00015B8F" w:rsidRPr="002C5E02" w14:paraId="234E6958" w14:textId="77777777" w:rsidTr="00E648D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EDB6E" w14:textId="77777777" w:rsidR="00015B8F" w:rsidRPr="002C5E0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5E02">
              <w:rPr>
                <w:rFonts w:ascii="Corbel" w:hAnsi="Corbel"/>
                <w:szCs w:val="24"/>
              </w:rPr>
              <w:t>Semestr</w:t>
            </w:r>
          </w:p>
          <w:p w14:paraId="2DA508C4" w14:textId="77777777" w:rsidR="00015B8F" w:rsidRPr="002C5E0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5E02">
              <w:rPr>
                <w:rFonts w:ascii="Corbel" w:hAnsi="Corbel"/>
                <w:szCs w:val="24"/>
              </w:rPr>
              <w:t>(</w:t>
            </w:r>
            <w:r w:rsidR="00363F78" w:rsidRPr="002C5E0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E2025" w14:textId="77777777" w:rsidR="00015B8F" w:rsidRPr="002C5E0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C5E02">
              <w:rPr>
                <w:rFonts w:ascii="Corbel" w:hAnsi="Corbel"/>
                <w:szCs w:val="24"/>
              </w:rPr>
              <w:t>Wykł</w:t>
            </w:r>
            <w:proofErr w:type="spellEnd"/>
            <w:r w:rsidRPr="002C5E0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3F638" w14:textId="77777777" w:rsidR="00015B8F" w:rsidRPr="002C5E0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5E0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9A6D2" w14:textId="77777777" w:rsidR="00015B8F" w:rsidRPr="002C5E0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C5E02">
              <w:rPr>
                <w:rFonts w:ascii="Corbel" w:hAnsi="Corbel"/>
                <w:szCs w:val="24"/>
              </w:rPr>
              <w:t>Konw</w:t>
            </w:r>
            <w:proofErr w:type="spellEnd"/>
            <w:r w:rsidRPr="002C5E0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1B661" w14:textId="77777777" w:rsidR="00015B8F" w:rsidRPr="002C5E0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5E0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E9D41" w14:textId="77777777" w:rsidR="00015B8F" w:rsidRPr="002C5E0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C5E02">
              <w:rPr>
                <w:rFonts w:ascii="Corbel" w:hAnsi="Corbel"/>
                <w:szCs w:val="24"/>
              </w:rPr>
              <w:t>Sem</w:t>
            </w:r>
            <w:proofErr w:type="spellEnd"/>
            <w:r w:rsidRPr="002C5E0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37D4F" w14:textId="77777777" w:rsidR="00015B8F" w:rsidRPr="002C5E0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5E0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B3077" w14:textId="77777777" w:rsidR="00015B8F" w:rsidRPr="002C5E0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C5E02">
              <w:rPr>
                <w:rFonts w:ascii="Corbel" w:hAnsi="Corbel"/>
                <w:szCs w:val="24"/>
              </w:rPr>
              <w:t>Prakt</w:t>
            </w:r>
            <w:proofErr w:type="spellEnd"/>
            <w:r w:rsidRPr="002C5E0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F2D3C" w14:textId="3B9E5C0A" w:rsidR="00015B8F" w:rsidRPr="002C5E02" w:rsidRDefault="00E648D6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5E02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70EC5" w14:textId="77777777" w:rsidR="00015B8F" w:rsidRPr="002C5E0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C5E02">
              <w:rPr>
                <w:rFonts w:ascii="Corbel" w:hAnsi="Corbel"/>
                <w:b/>
                <w:szCs w:val="24"/>
              </w:rPr>
              <w:t>Liczba pkt</w:t>
            </w:r>
            <w:r w:rsidR="00B90885" w:rsidRPr="002C5E02">
              <w:rPr>
                <w:rFonts w:ascii="Corbel" w:hAnsi="Corbel"/>
                <w:b/>
                <w:szCs w:val="24"/>
              </w:rPr>
              <w:t>.</w:t>
            </w:r>
            <w:r w:rsidRPr="002C5E0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E648D6" w:rsidRPr="002C5E02" w14:paraId="55CF6754" w14:textId="77777777" w:rsidTr="00E648D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C56A1" w14:textId="10BBE613" w:rsidR="00E648D6" w:rsidRPr="002C5E02" w:rsidRDefault="00E648D6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5E02">
              <w:rPr>
                <w:rFonts w:ascii="Corbel" w:hAnsi="Corbel"/>
                <w:szCs w:val="24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42333" w14:textId="77777777" w:rsidR="00E648D6" w:rsidRPr="002C5E02" w:rsidRDefault="00E648D6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724A8" w14:textId="77777777" w:rsidR="00E648D6" w:rsidRPr="002C5E02" w:rsidRDefault="00E648D6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625A8" w14:textId="77777777" w:rsidR="00E648D6" w:rsidRPr="002C5E02" w:rsidRDefault="00E648D6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F9C10" w14:textId="77777777" w:rsidR="00E648D6" w:rsidRPr="002C5E02" w:rsidRDefault="00E648D6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2D95E" w14:textId="77777777" w:rsidR="00E648D6" w:rsidRPr="002C5E02" w:rsidRDefault="00E648D6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9D6E4" w14:textId="77777777" w:rsidR="00E648D6" w:rsidRPr="002C5E02" w:rsidRDefault="00E648D6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5F0AD" w14:textId="77777777" w:rsidR="00E648D6" w:rsidRPr="002C5E02" w:rsidRDefault="00E648D6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EDC75" w14:textId="6DB685A9" w:rsidR="00E648D6" w:rsidRPr="002C5E02" w:rsidRDefault="00E648D6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5E02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C7CE0" w14:textId="0E329EC1" w:rsidR="00E648D6" w:rsidRPr="002C5E02" w:rsidRDefault="00E648D6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C5E02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0E5F93C9" w14:textId="77777777" w:rsidR="00923D7D" w:rsidRPr="002C5E0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3B539E0" w14:textId="77777777" w:rsidR="00923D7D" w:rsidRPr="002C5E0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A79F9AA" w14:textId="77777777" w:rsidR="0085747A" w:rsidRPr="002C5E0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C5E02">
        <w:rPr>
          <w:rFonts w:ascii="Corbel" w:hAnsi="Corbel"/>
          <w:smallCaps w:val="0"/>
          <w:szCs w:val="24"/>
        </w:rPr>
        <w:t>1.</w:t>
      </w:r>
      <w:r w:rsidR="00E22FBC" w:rsidRPr="002C5E02">
        <w:rPr>
          <w:rFonts w:ascii="Corbel" w:hAnsi="Corbel"/>
          <w:smallCaps w:val="0"/>
          <w:szCs w:val="24"/>
        </w:rPr>
        <w:t>2</w:t>
      </w:r>
      <w:r w:rsidR="00F83B28" w:rsidRPr="002C5E02">
        <w:rPr>
          <w:rFonts w:ascii="Corbel" w:hAnsi="Corbel"/>
          <w:smallCaps w:val="0"/>
          <w:szCs w:val="24"/>
        </w:rPr>
        <w:t>.</w:t>
      </w:r>
      <w:r w:rsidR="00F83B28" w:rsidRPr="002C5E02">
        <w:rPr>
          <w:rFonts w:ascii="Corbel" w:hAnsi="Corbel"/>
          <w:smallCaps w:val="0"/>
          <w:szCs w:val="24"/>
        </w:rPr>
        <w:tab/>
      </w:r>
      <w:r w:rsidRPr="002C5E02">
        <w:rPr>
          <w:rFonts w:ascii="Corbel" w:hAnsi="Corbel"/>
          <w:smallCaps w:val="0"/>
          <w:szCs w:val="24"/>
        </w:rPr>
        <w:t xml:space="preserve">Sposób realizacji zajęć  </w:t>
      </w:r>
    </w:p>
    <w:p w14:paraId="645EC02A" w14:textId="77777777" w:rsidR="00E648D6" w:rsidRPr="002C5E02" w:rsidRDefault="00E648D6" w:rsidP="00E648D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C5E02">
        <w:rPr>
          <w:rFonts w:ascii="Corbel" w:eastAsia="MS Gothic" w:hAnsi="Corbel"/>
          <w:b w:val="0"/>
          <w:szCs w:val="24"/>
        </w:rPr>
        <w:sym w:font="Wingdings" w:char="F078"/>
      </w:r>
      <w:r w:rsidRPr="002C5E02">
        <w:rPr>
          <w:rFonts w:ascii="Corbel" w:eastAsia="MS Gothic" w:hAnsi="Corbel"/>
          <w:b w:val="0"/>
          <w:szCs w:val="24"/>
        </w:rPr>
        <w:t xml:space="preserve"> </w:t>
      </w:r>
      <w:r w:rsidRPr="002C5E02">
        <w:rPr>
          <w:rFonts w:ascii="Corbel" w:hAnsi="Corbel"/>
          <w:b w:val="0"/>
          <w:smallCaps w:val="0"/>
          <w:szCs w:val="24"/>
        </w:rPr>
        <w:t>zajęcia w formie tradycyjnej</w:t>
      </w:r>
    </w:p>
    <w:p w14:paraId="21FF034C" w14:textId="77777777" w:rsidR="00E648D6" w:rsidRPr="002C5E02" w:rsidRDefault="00E648D6" w:rsidP="00E648D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C5E02">
        <w:rPr>
          <w:rFonts w:ascii="MS Gothic" w:eastAsia="MS Gothic" w:hAnsi="MS Gothic" w:cs="MS Gothic" w:hint="eastAsia"/>
          <w:b w:val="0"/>
          <w:szCs w:val="24"/>
        </w:rPr>
        <w:t>☐</w:t>
      </w:r>
      <w:r w:rsidRPr="002C5E0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F2E2DA3" w14:textId="77777777" w:rsidR="00E648D6" w:rsidRPr="002C5E02" w:rsidRDefault="00E648D6" w:rsidP="00E648D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1FAB04E" w14:textId="4DD0F007" w:rsidR="00E22FBC" w:rsidRPr="002C5E0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2C5E02">
        <w:rPr>
          <w:rFonts w:ascii="Corbel" w:hAnsi="Corbel"/>
          <w:smallCaps w:val="0"/>
          <w:szCs w:val="24"/>
        </w:rPr>
        <w:t xml:space="preserve">1.3 </w:t>
      </w:r>
      <w:r w:rsidR="00F83B28" w:rsidRPr="002C5E02">
        <w:rPr>
          <w:rFonts w:ascii="Corbel" w:hAnsi="Corbel"/>
          <w:smallCaps w:val="0"/>
          <w:szCs w:val="24"/>
        </w:rPr>
        <w:tab/>
      </w:r>
      <w:r w:rsidRPr="002C5E02">
        <w:rPr>
          <w:rFonts w:ascii="Corbel" w:hAnsi="Corbel"/>
          <w:smallCaps w:val="0"/>
          <w:szCs w:val="24"/>
        </w:rPr>
        <w:t>For</w:t>
      </w:r>
      <w:r w:rsidR="00445970" w:rsidRPr="002C5E02">
        <w:rPr>
          <w:rFonts w:ascii="Corbel" w:hAnsi="Corbel"/>
          <w:smallCaps w:val="0"/>
          <w:szCs w:val="24"/>
        </w:rPr>
        <w:t xml:space="preserve">ma zaliczenia przedmiotu </w:t>
      </w:r>
      <w:r w:rsidRPr="002C5E02">
        <w:rPr>
          <w:rFonts w:ascii="Corbel" w:hAnsi="Corbel"/>
          <w:smallCaps w:val="0"/>
          <w:szCs w:val="24"/>
        </w:rPr>
        <w:t xml:space="preserve"> (z toku) </w:t>
      </w:r>
    </w:p>
    <w:p w14:paraId="63952777" w14:textId="07D72DB5" w:rsidR="00E648D6" w:rsidRPr="002C5E02" w:rsidRDefault="00E648D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2C5E02">
        <w:rPr>
          <w:rFonts w:ascii="Corbel" w:hAnsi="Corbel"/>
          <w:b w:val="0"/>
          <w:smallCaps w:val="0"/>
          <w:szCs w:val="24"/>
        </w:rPr>
        <w:tab/>
        <w:t>zaliczenie z oceną</w:t>
      </w:r>
    </w:p>
    <w:p w14:paraId="694A8C75" w14:textId="77777777" w:rsidR="009C54AE" w:rsidRPr="002C5E02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131A088" w14:textId="77777777" w:rsidR="00E960BB" w:rsidRPr="002C5E0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C5E0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C5E02" w14:paraId="705C4BB9" w14:textId="77777777" w:rsidTr="00745302">
        <w:tc>
          <w:tcPr>
            <w:tcW w:w="9670" w:type="dxa"/>
          </w:tcPr>
          <w:p w14:paraId="72BA4E57" w14:textId="65012BC7" w:rsidR="0085747A" w:rsidRPr="002C5E02" w:rsidRDefault="006528C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C5E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psychologii rozwoju i pedagogiki specjalnej.</w:t>
            </w:r>
          </w:p>
        </w:tc>
      </w:tr>
    </w:tbl>
    <w:p w14:paraId="1FD1FC9C" w14:textId="77777777" w:rsidR="00153C41" w:rsidRPr="002C5E0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5D49EA6" w14:textId="77777777" w:rsidR="0085747A" w:rsidRPr="002C5E0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C5E02">
        <w:rPr>
          <w:rFonts w:ascii="Corbel" w:hAnsi="Corbel"/>
          <w:szCs w:val="24"/>
        </w:rPr>
        <w:t>3.</w:t>
      </w:r>
      <w:r w:rsidR="0085747A" w:rsidRPr="002C5E02">
        <w:rPr>
          <w:rFonts w:ascii="Corbel" w:hAnsi="Corbel"/>
          <w:szCs w:val="24"/>
        </w:rPr>
        <w:t xml:space="preserve"> </w:t>
      </w:r>
      <w:r w:rsidR="00A84C85" w:rsidRPr="002C5E02">
        <w:rPr>
          <w:rFonts w:ascii="Corbel" w:hAnsi="Corbel"/>
          <w:szCs w:val="24"/>
        </w:rPr>
        <w:t>cele, efekty uczenia się</w:t>
      </w:r>
      <w:r w:rsidR="0085747A" w:rsidRPr="002C5E02">
        <w:rPr>
          <w:rFonts w:ascii="Corbel" w:hAnsi="Corbel"/>
          <w:szCs w:val="24"/>
        </w:rPr>
        <w:t xml:space="preserve"> , treści Programowe i stosowane metody Dydaktyczne</w:t>
      </w:r>
    </w:p>
    <w:p w14:paraId="50DC12E5" w14:textId="3970BC5A" w:rsidR="0085747A" w:rsidRPr="002C5E0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C5E02">
        <w:rPr>
          <w:rFonts w:ascii="Corbel" w:hAnsi="Corbel"/>
          <w:sz w:val="24"/>
          <w:szCs w:val="24"/>
        </w:rPr>
        <w:t xml:space="preserve">3.1 </w:t>
      </w:r>
      <w:r w:rsidR="00C05F44" w:rsidRPr="002C5E02">
        <w:rPr>
          <w:rFonts w:ascii="Corbel" w:hAnsi="Corbel"/>
          <w:sz w:val="24"/>
          <w:szCs w:val="24"/>
        </w:rPr>
        <w:t>Cele przedmiotu</w:t>
      </w:r>
    </w:p>
    <w:p w14:paraId="25CDC84A" w14:textId="77777777" w:rsidR="00F83B28" w:rsidRPr="002C5E0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6528C7" w:rsidRPr="002C5E02" w14:paraId="2DD488DE" w14:textId="77777777" w:rsidTr="006528C7">
        <w:tc>
          <w:tcPr>
            <w:tcW w:w="841" w:type="dxa"/>
          </w:tcPr>
          <w:p w14:paraId="62898457" w14:textId="0A8B619A" w:rsidR="006528C7" w:rsidRPr="002C5E02" w:rsidRDefault="006528C7" w:rsidP="006528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C5E02">
              <w:rPr>
                <w:rFonts w:ascii="Corbel" w:hAnsi="Corbel"/>
                <w:b w:val="0"/>
                <w:bCs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9" w:type="dxa"/>
          </w:tcPr>
          <w:p w14:paraId="50A6E60E" w14:textId="202C0D6A" w:rsidR="006528C7" w:rsidRPr="002C5E02" w:rsidRDefault="006528C7" w:rsidP="006528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C5E02">
              <w:rPr>
                <w:rFonts w:ascii="Corbel" w:hAnsi="Corbel"/>
                <w:b w:val="0"/>
                <w:bCs/>
                <w:sz w:val="24"/>
                <w:szCs w:val="24"/>
              </w:rPr>
              <w:t>Dostarczenie wiedzy na temat uwarunkowań procesu diagnozy wielospecjalistycznej uczniów z ASD.</w:t>
            </w:r>
          </w:p>
        </w:tc>
      </w:tr>
      <w:tr w:rsidR="006528C7" w:rsidRPr="002C5E02" w14:paraId="7CFD1DB8" w14:textId="77777777" w:rsidTr="006528C7">
        <w:tc>
          <w:tcPr>
            <w:tcW w:w="841" w:type="dxa"/>
          </w:tcPr>
          <w:p w14:paraId="4D93880F" w14:textId="550B6563" w:rsidR="006528C7" w:rsidRPr="002C5E02" w:rsidRDefault="006528C7" w:rsidP="006528C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 w:rsidRPr="002C5E02">
              <w:rPr>
                <w:rFonts w:ascii="Corbel" w:hAnsi="Corbel"/>
                <w:bCs/>
                <w:sz w:val="24"/>
                <w:szCs w:val="24"/>
              </w:rPr>
              <w:t>C2</w:t>
            </w:r>
          </w:p>
        </w:tc>
        <w:tc>
          <w:tcPr>
            <w:tcW w:w="8679" w:type="dxa"/>
          </w:tcPr>
          <w:p w14:paraId="2FD7985E" w14:textId="313D648D" w:rsidR="006528C7" w:rsidRPr="002C5E02" w:rsidRDefault="006528C7" w:rsidP="006528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C5E02">
              <w:rPr>
                <w:rFonts w:ascii="Corbel" w:hAnsi="Corbel"/>
                <w:b w:val="0"/>
                <w:bCs/>
                <w:sz w:val="24"/>
                <w:szCs w:val="24"/>
              </w:rPr>
              <w:t>Rozwinięcie umiejętności oceny poszczególnych sfer funkcjonowania dzieci z ASD przy wykorzystaniu właściwych metod i narzędzi.</w:t>
            </w:r>
          </w:p>
        </w:tc>
      </w:tr>
      <w:tr w:rsidR="006528C7" w:rsidRPr="002C5E02" w14:paraId="1C0F9FA3" w14:textId="77777777" w:rsidTr="006528C7">
        <w:tc>
          <w:tcPr>
            <w:tcW w:w="841" w:type="dxa"/>
          </w:tcPr>
          <w:p w14:paraId="156A184D" w14:textId="1B474A0B" w:rsidR="006528C7" w:rsidRPr="002C5E02" w:rsidRDefault="006528C7" w:rsidP="006528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C5E02">
              <w:rPr>
                <w:rFonts w:ascii="Corbel" w:hAnsi="Corbel"/>
                <w:b w:val="0"/>
                <w:bCs/>
                <w:sz w:val="24"/>
                <w:szCs w:val="24"/>
              </w:rPr>
              <w:t>C3</w:t>
            </w:r>
          </w:p>
        </w:tc>
        <w:tc>
          <w:tcPr>
            <w:tcW w:w="8679" w:type="dxa"/>
          </w:tcPr>
          <w:p w14:paraId="22331093" w14:textId="18F05327" w:rsidR="006528C7" w:rsidRPr="002C5E02" w:rsidRDefault="006528C7" w:rsidP="006528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C5E02">
              <w:rPr>
                <w:rFonts w:ascii="Corbel" w:hAnsi="Corbel"/>
                <w:b w:val="0"/>
                <w:bCs/>
                <w:sz w:val="24"/>
                <w:szCs w:val="24"/>
              </w:rPr>
              <w:t>Nabycie umiejętności analizy i interpretacji uzyskanych wyników diagnozy oraz konstruowania diagnozy wielospecjalistycznej.</w:t>
            </w:r>
          </w:p>
        </w:tc>
      </w:tr>
      <w:tr w:rsidR="006528C7" w:rsidRPr="002C5E02" w14:paraId="463EB34D" w14:textId="77777777" w:rsidTr="006528C7">
        <w:tc>
          <w:tcPr>
            <w:tcW w:w="841" w:type="dxa"/>
          </w:tcPr>
          <w:p w14:paraId="50C6F5D7" w14:textId="56B2B9C3" w:rsidR="006528C7" w:rsidRPr="002C5E02" w:rsidRDefault="006528C7" w:rsidP="006528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C5E02">
              <w:rPr>
                <w:rFonts w:ascii="Corbel" w:hAnsi="Corbel"/>
                <w:b w:val="0"/>
                <w:bCs/>
                <w:sz w:val="24"/>
                <w:szCs w:val="24"/>
              </w:rPr>
              <w:t>C4</w:t>
            </w:r>
          </w:p>
        </w:tc>
        <w:tc>
          <w:tcPr>
            <w:tcW w:w="8679" w:type="dxa"/>
          </w:tcPr>
          <w:p w14:paraId="7BD21A0F" w14:textId="218D4954" w:rsidR="006528C7" w:rsidRPr="002C5E02" w:rsidRDefault="006528C7" w:rsidP="006528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C5E02">
              <w:rPr>
                <w:rFonts w:ascii="Corbel" w:hAnsi="Corbel"/>
                <w:b w:val="0"/>
                <w:bCs/>
                <w:sz w:val="24"/>
                <w:szCs w:val="24"/>
              </w:rPr>
              <w:t>Kształtowanie umiejętności współpracy z innymi specjalistami w procesie wielospecjalistycznej oceny poziomu funkcjonowania.</w:t>
            </w:r>
          </w:p>
        </w:tc>
      </w:tr>
    </w:tbl>
    <w:p w14:paraId="1E6BE797" w14:textId="77777777" w:rsidR="0085747A" w:rsidRPr="002C5E0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CA04840" w14:textId="77777777" w:rsidR="001D7B54" w:rsidRPr="002C5E0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C5E02">
        <w:rPr>
          <w:rFonts w:ascii="Corbel" w:hAnsi="Corbel"/>
          <w:b/>
          <w:sz w:val="24"/>
          <w:szCs w:val="24"/>
        </w:rPr>
        <w:t xml:space="preserve">3.2 </w:t>
      </w:r>
      <w:r w:rsidR="001D7B54" w:rsidRPr="002C5E02">
        <w:rPr>
          <w:rFonts w:ascii="Corbel" w:hAnsi="Corbel"/>
          <w:b/>
          <w:sz w:val="24"/>
          <w:szCs w:val="24"/>
        </w:rPr>
        <w:t xml:space="preserve">Efekty </w:t>
      </w:r>
      <w:r w:rsidR="00C05F44" w:rsidRPr="002C5E0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C5E02">
        <w:rPr>
          <w:rFonts w:ascii="Corbel" w:hAnsi="Corbel"/>
          <w:b/>
          <w:sz w:val="24"/>
          <w:szCs w:val="24"/>
        </w:rPr>
        <w:t>dla przedmiotu</w:t>
      </w:r>
      <w:r w:rsidR="00445970" w:rsidRPr="002C5E02">
        <w:rPr>
          <w:rFonts w:ascii="Corbel" w:hAnsi="Corbel"/>
          <w:sz w:val="24"/>
          <w:szCs w:val="24"/>
        </w:rPr>
        <w:t xml:space="preserve"> </w:t>
      </w:r>
    </w:p>
    <w:p w14:paraId="1C00822A" w14:textId="77777777" w:rsidR="001D7B54" w:rsidRPr="002C5E0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2C5E02" w14:paraId="24881C91" w14:textId="77777777" w:rsidTr="006528C7">
        <w:tc>
          <w:tcPr>
            <w:tcW w:w="1681" w:type="dxa"/>
            <w:vAlign w:val="center"/>
          </w:tcPr>
          <w:p w14:paraId="5A8E409A" w14:textId="77777777" w:rsidR="0085747A" w:rsidRPr="002C5E0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5E0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C5E0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C5E0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C5E0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E512864" w14:textId="77777777" w:rsidR="0085747A" w:rsidRPr="002C5E0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5E0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C5E0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C5E0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A875301" w14:textId="77777777" w:rsidR="0085747A" w:rsidRPr="002C5E0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5E0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C5E0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927DB" w:rsidRPr="002C5E02" w14:paraId="6E8AC5C0" w14:textId="77777777" w:rsidTr="00E648D6">
        <w:tc>
          <w:tcPr>
            <w:tcW w:w="1681" w:type="dxa"/>
          </w:tcPr>
          <w:p w14:paraId="14BC99EE" w14:textId="3726C478" w:rsidR="008927DB" w:rsidRPr="002C5E02" w:rsidRDefault="008927DB" w:rsidP="00892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E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C5E0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2269FC3B" w14:textId="02CCFEE5" w:rsidR="008927DB" w:rsidRPr="002C5E02" w:rsidRDefault="008927DB" w:rsidP="008927DB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Omówi proces wielospecjalistycznej oceny poziomu funkcjonowania.  Uzasadni konieczność współpracy pedagoga specjalnego z innymi specjalistami i rodzicami podczas dokonywania diagnozy poziomu rozwoju dziecka i ucznia z zaburzeniami ze spektrum autyzmu.</w:t>
            </w:r>
          </w:p>
        </w:tc>
        <w:tc>
          <w:tcPr>
            <w:tcW w:w="1865" w:type="dxa"/>
            <w:vAlign w:val="center"/>
          </w:tcPr>
          <w:p w14:paraId="56FE22D2" w14:textId="1E3DB9D7" w:rsidR="008927DB" w:rsidRPr="002C5E02" w:rsidRDefault="008927DB" w:rsidP="00E648D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5E02">
              <w:rPr>
                <w:rFonts w:ascii="Corbel" w:hAnsi="Corbel"/>
                <w:b w:val="0"/>
                <w:smallCaps w:val="0"/>
                <w:szCs w:val="24"/>
              </w:rPr>
              <w:t>PS.W3.</w:t>
            </w:r>
          </w:p>
        </w:tc>
      </w:tr>
      <w:tr w:rsidR="008927DB" w:rsidRPr="002C5E02" w14:paraId="324BD4D6" w14:textId="77777777" w:rsidTr="00E648D6">
        <w:tc>
          <w:tcPr>
            <w:tcW w:w="1681" w:type="dxa"/>
          </w:tcPr>
          <w:p w14:paraId="5CD1536E" w14:textId="654C0E14" w:rsidR="008927DB" w:rsidRPr="002C5E02" w:rsidRDefault="008927DB" w:rsidP="00892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E0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57A8664" w14:textId="74270426" w:rsidR="008927DB" w:rsidRPr="002C5E02" w:rsidRDefault="008927DB" w:rsidP="008927DB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Scharakteryzuje podstawy prawne prowadzenia wielospecjalistycznej diagnozy dzieci z ASD. Opisze współcześnie wykorzystywane metody i narzędzia wykorzystywane w procesie diagnozy funkcjonalnej dzieci z ASD.</w:t>
            </w:r>
          </w:p>
        </w:tc>
        <w:tc>
          <w:tcPr>
            <w:tcW w:w="1865" w:type="dxa"/>
            <w:vAlign w:val="center"/>
          </w:tcPr>
          <w:p w14:paraId="43AC57FA" w14:textId="77777777" w:rsidR="008927DB" w:rsidRPr="002C5E02" w:rsidRDefault="008927DB" w:rsidP="00E648D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5E02">
              <w:rPr>
                <w:rFonts w:ascii="Corbel" w:hAnsi="Corbel"/>
                <w:b w:val="0"/>
                <w:smallCaps w:val="0"/>
                <w:szCs w:val="24"/>
              </w:rPr>
              <w:t>PS.W9.</w:t>
            </w:r>
          </w:p>
          <w:p w14:paraId="28828598" w14:textId="77777777" w:rsidR="008927DB" w:rsidRPr="002C5E02" w:rsidRDefault="008927DB" w:rsidP="00E648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927DB" w:rsidRPr="002C5E02" w14:paraId="5710DC09" w14:textId="77777777" w:rsidTr="00E648D6">
        <w:tc>
          <w:tcPr>
            <w:tcW w:w="1681" w:type="dxa"/>
          </w:tcPr>
          <w:p w14:paraId="2230ED8F" w14:textId="31C4F0FB" w:rsidR="008927DB" w:rsidRPr="002C5E02" w:rsidRDefault="008927DB" w:rsidP="00892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E0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165C4B" w14:textId="499F6405" w:rsidR="008927DB" w:rsidRPr="002C5E02" w:rsidRDefault="008927DB" w:rsidP="008927DB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Wyjaśni zasady prowadzenia wielospecjalistycznej diagnozy dzieci i uczniów z ASD w poszczególnych typach placówek oświatowych i na różnych etapach edukacyjnych.</w:t>
            </w:r>
          </w:p>
        </w:tc>
        <w:tc>
          <w:tcPr>
            <w:tcW w:w="1865" w:type="dxa"/>
            <w:vAlign w:val="center"/>
          </w:tcPr>
          <w:p w14:paraId="56DF7ED0" w14:textId="311EC493" w:rsidR="008927DB" w:rsidRPr="002C5E02" w:rsidRDefault="008927DB" w:rsidP="00E648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5E02">
              <w:rPr>
                <w:rFonts w:ascii="Corbel" w:hAnsi="Corbel"/>
                <w:b w:val="0"/>
                <w:smallCaps w:val="0"/>
                <w:szCs w:val="24"/>
              </w:rPr>
              <w:t>PS.W11.</w:t>
            </w:r>
          </w:p>
        </w:tc>
      </w:tr>
      <w:tr w:rsidR="008927DB" w:rsidRPr="002C5E02" w14:paraId="7E8948BC" w14:textId="77777777" w:rsidTr="00E648D6">
        <w:tc>
          <w:tcPr>
            <w:tcW w:w="1681" w:type="dxa"/>
          </w:tcPr>
          <w:p w14:paraId="13209267" w14:textId="6B5D8D3F" w:rsidR="008927DB" w:rsidRPr="002C5E02" w:rsidRDefault="008927DB" w:rsidP="00892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E0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39D2ACB" w14:textId="776BB07C" w:rsidR="008927DB" w:rsidRPr="002C5E02" w:rsidRDefault="008927DB" w:rsidP="008927DB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Opracuje lub dobierze adekwatne narzędzia diagnostyczne z uwzględnieniem etapu edukacyjnego osoby z ASD poddanej diagnozie.</w:t>
            </w:r>
          </w:p>
        </w:tc>
        <w:tc>
          <w:tcPr>
            <w:tcW w:w="1865" w:type="dxa"/>
            <w:vAlign w:val="center"/>
          </w:tcPr>
          <w:p w14:paraId="5C416A7F" w14:textId="77777777" w:rsidR="008927DB" w:rsidRPr="002C5E02" w:rsidRDefault="008927DB" w:rsidP="00E648D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5E02">
              <w:rPr>
                <w:rFonts w:ascii="Corbel" w:hAnsi="Corbel"/>
                <w:b w:val="0"/>
                <w:smallCaps w:val="0"/>
                <w:szCs w:val="24"/>
              </w:rPr>
              <w:t>PS.U3.</w:t>
            </w:r>
          </w:p>
          <w:p w14:paraId="1F7FA27D" w14:textId="77777777" w:rsidR="008927DB" w:rsidRPr="002C5E02" w:rsidRDefault="008927DB" w:rsidP="00E648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927DB" w:rsidRPr="002C5E02" w14:paraId="236D1CA9" w14:textId="77777777" w:rsidTr="00E648D6">
        <w:tc>
          <w:tcPr>
            <w:tcW w:w="1681" w:type="dxa"/>
          </w:tcPr>
          <w:p w14:paraId="20B8A3FA" w14:textId="7F008F56" w:rsidR="008927DB" w:rsidRPr="002C5E02" w:rsidRDefault="008927DB" w:rsidP="00892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E0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66776604" w14:textId="052DA146" w:rsidR="008927DB" w:rsidRPr="002C5E02" w:rsidRDefault="008927DB" w:rsidP="008927DB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Dokona oceny poziomu funkcjonowania dziecka w poszczególnych sferach rozwojowych wykorzystując pośrednie i bezpośrednie metody oceny.</w:t>
            </w:r>
          </w:p>
        </w:tc>
        <w:tc>
          <w:tcPr>
            <w:tcW w:w="1865" w:type="dxa"/>
            <w:vAlign w:val="center"/>
          </w:tcPr>
          <w:p w14:paraId="05015A82" w14:textId="77777777" w:rsidR="008927DB" w:rsidRPr="002C5E02" w:rsidRDefault="008927DB" w:rsidP="00E648D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5E02">
              <w:rPr>
                <w:rFonts w:ascii="Corbel" w:hAnsi="Corbel"/>
                <w:b w:val="0"/>
                <w:smallCaps w:val="0"/>
                <w:szCs w:val="24"/>
              </w:rPr>
              <w:t>PS.U4.</w:t>
            </w:r>
          </w:p>
          <w:p w14:paraId="0D918A23" w14:textId="77777777" w:rsidR="008927DB" w:rsidRPr="002C5E02" w:rsidRDefault="008927DB" w:rsidP="00E648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927DB" w:rsidRPr="002C5E02" w14:paraId="38A2D1F5" w14:textId="77777777" w:rsidTr="00E648D6">
        <w:tc>
          <w:tcPr>
            <w:tcW w:w="1681" w:type="dxa"/>
          </w:tcPr>
          <w:p w14:paraId="633DDAAA" w14:textId="5387D458" w:rsidR="008927DB" w:rsidRPr="002C5E02" w:rsidRDefault="008927DB" w:rsidP="00892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E0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56FAA477" w14:textId="1EC0EA0A" w:rsidR="008927DB" w:rsidRPr="002C5E02" w:rsidRDefault="008927DB" w:rsidP="008927DB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 xml:space="preserve">Omówi zadania interdyscyplinarnego zespołu specjalistów i warunki efektywnej pracy zespołowej, a także współpracy z rodziną i opiekunami dziecka z ASD. </w:t>
            </w:r>
          </w:p>
        </w:tc>
        <w:tc>
          <w:tcPr>
            <w:tcW w:w="1865" w:type="dxa"/>
            <w:vAlign w:val="center"/>
          </w:tcPr>
          <w:p w14:paraId="68845AF8" w14:textId="0226AE02" w:rsidR="008927DB" w:rsidRPr="002C5E02" w:rsidRDefault="008927DB" w:rsidP="00E648D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5E02">
              <w:rPr>
                <w:rFonts w:ascii="Corbel" w:hAnsi="Corbel"/>
                <w:b w:val="0"/>
                <w:smallCaps w:val="0"/>
                <w:szCs w:val="24"/>
              </w:rPr>
              <w:t>PS.U9</w:t>
            </w:r>
          </w:p>
        </w:tc>
      </w:tr>
      <w:tr w:rsidR="008927DB" w:rsidRPr="002C5E02" w14:paraId="02601620" w14:textId="77777777" w:rsidTr="00E648D6">
        <w:tc>
          <w:tcPr>
            <w:tcW w:w="1681" w:type="dxa"/>
          </w:tcPr>
          <w:p w14:paraId="0DBC67F8" w14:textId="1CEA28C9" w:rsidR="008927DB" w:rsidRPr="002C5E02" w:rsidRDefault="008927DB" w:rsidP="00892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E02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14:paraId="0FED547D" w14:textId="7202B527" w:rsidR="008927DB" w:rsidRPr="002C5E02" w:rsidRDefault="008927DB" w:rsidP="008927D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Dokona analizy, interpretacji i przedstawienia uzyskanych wyników w celu opracowania diagnozy służącej projektowaniu oddziaływań edukacyjno-terapeutycznych.</w:t>
            </w:r>
          </w:p>
        </w:tc>
        <w:tc>
          <w:tcPr>
            <w:tcW w:w="1865" w:type="dxa"/>
            <w:vAlign w:val="center"/>
          </w:tcPr>
          <w:p w14:paraId="1ECEE627" w14:textId="06258F5D" w:rsidR="008927DB" w:rsidRPr="002C5E02" w:rsidRDefault="008927DB" w:rsidP="00E648D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5E02">
              <w:rPr>
                <w:rFonts w:ascii="Corbel" w:hAnsi="Corbel"/>
                <w:b w:val="0"/>
                <w:smallCaps w:val="0"/>
                <w:szCs w:val="24"/>
              </w:rPr>
              <w:t>PS.U11.</w:t>
            </w:r>
          </w:p>
        </w:tc>
      </w:tr>
      <w:tr w:rsidR="008927DB" w:rsidRPr="002C5E02" w14:paraId="6E338C04" w14:textId="77777777" w:rsidTr="00E648D6">
        <w:tc>
          <w:tcPr>
            <w:tcW w:w="1681" w:type="dxa"/>
          </w:tcPr>
          <w:p w14:paraId="51C32371" w14:textId="5E2B6150" w:rsidR="008927DB" w:rsidRPr="002C5E02" w:rsidRDefault="008927DB" w:rsidP="00892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E02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14:paraId="46338A14" w14:textId="5015F1B5" w:rsidR="008927DB" w:rsidRPr="002C5E02" w:rsidRDefault="008927DB" w:rsidP="008927DB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 xml:space="preserve">Wyjaśni konieczność poszanowania norm moralnych i </w:t>
            </w:r>
            <w:r w:rsidRPr="002C5E02">
              <w:rPr>
                <w:rFonts w:ascii="Corbel" w:hAnsi="Corbel"/>
                <w:sz w:val="24"/>
                <w:szCs w:val="24"/>
              </w:rPr>
              <w:lastRenderedPageBreak/>
              <w:t>etycznych w procesie komunikacji z osobą z ASD i jej bliskimi.</w:t>
            </w:r>
          </w:p>
        </w:tc>
        <w:tc>
          <w:tcPr>
            <w:tcW w:w="1865" w:type="dxa"/>
            <w:vAlign w:val="center"/>
          </w:tcPr>
          <w:p w14:paraId="42450DE9" w14:textId="715FF7EB" w:rsidR="008927DB" w:rsidRPr="002C5E02" w:rsidRDefault="008927DB" w:rsidP="00E648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5E0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PS.K4.</w:t>
            </w:r>
          </w:p>
        </w:tc>
      </w:tr>
      <w:tr w:rsidR="008927DB" w:rsidRPr="002C5E02" w14:paraId="50E36AC5" w14:textId="77777777" w:rsidTr="00E648D6">
        <w:tc>
          <w:tcPr>
            <w:tcW w:w="1681" w:type="dxa"/>
          </w:tcPr>
          <w:p w14:paraId="20845B3C" w14:textId="4286BA88" w:rsidR="008927DB" w:rsidRPr="002C5E02" w:rsidRDefault="008927DB" w:rsidP="00892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E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C5E02">
              <w:rPr>
                <w:rFonts w:ascii="Corbel" w:hAnsi="Corbel"/>
                <w:b w:val="0"/>
                <w:smallCaps w:val="0"/>
                <w:szCs w:val="24"/>
              </w:rPr>
              <w:softHyphen/>
              <w:t>_09</w:t>
            </w:r>
          </w:p>
        </w:tc>
        <w:tc>
          <w:tcPr>
            <w:tcW w:w="5974" w:type="dxa"/>
          </w:tcPr>
          <w:p w14:paraId="10ACD9AD" w14:textId="1C21ED69" w:rsidR="008927DB" w:rsidRPr="002C5E02" w:rsidRDefault="008927DB" w:rsidP="008927DB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Omówi zasady współpracy z rodzicami i opiekunami osób z ASD oraz innymi specjalistami w celu tworzenia spójnego systemu wsparcia.</w:t>
            </w:r>
          </w:p>
        </w:tc>
        <w:tc>
          <w:tcPr>
            <w:tcW w:w="1865" w:type="dxa"/>
            <w:vAlign w:val="center"/>
          </w:tcPr>
          <w:p w14:paraId="52278342" w14:textId="278D2306" w:rsidR="008927DB" w:rsidRPr="002C5E02" w:rsidRDefault="008927DB" w:rsidP="00E648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5E02">
              <w:rPr>
                <w:rFonts w:ascii="Corbel" w:hAnsi="Corbel"/>
                <w:b w:val="0"/>
                <w:smallCaps w:val="0"/>
                <w:szCs w:val="24"/>
              </w:rPr>
              <w:t>PS.K7.</w:t>
            </w:r>
          </w:p>
        </w:tc>
      </w:tr>
    </w:tbl>
    <w:p w14:paraId="3CD62361" w14:textId="77777777" w:rsidR="0085747A" w:rsidRPr="002C5E0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181F78" w14:textId="77777777" w:rsidR="0085747A" w:rsidRPr="002C5E0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C5E02">
        <w:rPr>
          <w:rFonts w:ascii="Corbel" w:hAnsi="Corbel"/>
          <w:b/>
          <w:sz w:val="24"/>
          <w:szCs w:val="24"/>
        </w:rPr>
        <w:t>3.3</w:t>
      </w:r>
      <w:r w:rsidR="001D7B54" w:rsidRPr="002C5E02">
        <w:rPr>
          <w:rFonts w:ascii="Corbel" w:hAnsi="Corbel"/>
          <w:b/>
          <w:sz w:val="24"/>
          <w:szCs w:val="24"/>
        </w:rPr>
        <w:t xml:space="preserve"> </w:t>
      </w:r>
      <w:r w:rsidR="0085747A" w:rsidRPr="002C5E02">
        <w:rPr>
          <w:rFonts w:ascii="Corbel" w:hAnsi="Corbel"/>
          <w:b/>
          <w:sz w:val="24"/>
          <w:szCs w:val="24"/>
        </w:rPr>
        <w:t>T</w:t>
      </w:r>
      <w:r w:rsidR="001D7B54" w:rsidRPr="002C5E02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2C5E02">
        <w:rPr>
          <w:rFonts w:ascii="Corbel" w:hAnsi="Corbel"/>
          <w:sz w:val="24"/>
          <w:szCs w:val="24"/>
        </w:rPr>
        <w:t xml:space="preserve">  </w:t>
      </w:r>
    </w:p>
    <w:p w14:paraId="7EBB92DA" w14:textId="514CC81A" w:rsidR="00675843" w:rsidRPr="002C5E02" w:rsidRDefault="0085747A" w:rsidP="0022794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C5E02">
        <w:rPr>
          <w:rFonts w:ascii="Corbel" w:hAnsi="Corbel"/>
          <w:sz w:val="24"/>
          <w:szCs w:val="24"/>
        </w:rPr>
        <w:t xml:space="preserve">Problematyka wykładu </w:t>
      </w:r>
      <w:r w:rsidR="0022794D" w:rsidRPr="002C5E02">
        <w:rPr>
          <w:rFonts w:ascii="Corbel" w:hAnsi="Corbel"/>
          <w:sz w:val="24"/>
          <w:szCs w:val="24"/>
        </w:rPr>
        <w:t xml:space="preserve">- </w:t>
      </w:r>
      <w:r w:rsidR="00F75201" w:rsidRPr="002C5E02">
        <w:rPr>
          <w:rFonts w:ascii="Corbel" w:hAnsi="Corbel"/>
          <w:sz w:val="24"/>
          <w:szCs w:val="24"/>
        </w:rPr>
        <w:t>nie dotyczy</w:t>
      </w:r>
    </w:p>
    <w:p w14:paraId="6CF84DA5" w14:textId="77777777" w:rsidR="0085747A" w:rsidRPr="002C5E0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C7B6F8" w14:textId="77777777" w:rsidR="0085747A" w:rsidRPr="002C5E0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C5E0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C5E02">
        <w:rPr>
          <w:rFonts w:ascii="Corbel" w:hAnsi="Corbel"/>
          <w:sz w:val="24"/>
          <w:szCs w:val="24"/>
        </w:rPr>
        <w:t xml:space="preserve">, </w:t>
      </w:r>
      <w:r w:rsidRPr="002C5E02">
        <w:rPr>
          <w:rFonts w:ascii="Corbel" w:hAnsi="Corbel"/>
          <w:sz w:val="24"/>
          <w:szCs w:val="24"/>
        </w:rPr>
        <w:t xml:space="preserve">zajęć praktycznych </w:t>
      </w:r>
    </w:p>
    <w:p w14:paraId="64C2FDAA" w14:textId="77777777" w:rsidR="0085747A" w:rsidRPr="002C5E0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C5E02" w14:paraId="02487173" w14:textId="77777777" w:rsidTr="00A56FA9">
        <w:tc>
          <w:tcPr>
            <w:tcW w:w="9520" w:type="dxa"/>
          </w:tcPr>
          <w:p w14:paraId="278A5E17" w14:textId="77777777" w:rsidR="0085747A" w:rsidRPr="002C5E0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648D6" w:rsidRPr="002C5E02" w14:paraId="4E196E8F" w14:textId="77777777" w:rsidTr="00A56FA9">
        <w:tc>
          <w:tcPr>
            <w:tcW w:w="9520" w:type="dxa"/>
          </w:tcPr>
          <w:p w14:paraId="48C1CE70" w14:textId="3AF3D66A" w:rsidR="00E648D6" w:rsidRPr="002C5E02" w:rsidRDefault="00E648D6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Wprowadzenie w podstawową terminologią dotyczącą WOPF</w:t>
            </w:r>
          </w:p>
        </w:tc>
      </w:tr>
      <w:tr w:rsidR="00E648D6" w:rsidRPr="002C5E02" w14:paraId="6C50C27A" w14:textId="77777777" w:rsidTr="00A56FA9">
        <w:tc>
          <w:tcPr>
            <w:tcW w:w="9520" w:type="dxa"/>
          </w:tcPr>
          <w:p w14:paraId="2A6B2AAC" w14:textId="0424617A" w:rsidR="00E648D6" w:rsidRPr="002C5E02" w:rsidRDefault="00E648D6" w:rsidP="00E648D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Prawne podstawy i założenia wielospecjalistycznej oceny poziomu funkcjonowania.</w:t>
            </w:r>
          </w:p>
        </w:tc>
      </w:tr>
      <w:tr w:rsidR="00E648D6" w:rsidRPr="002C5E02" w14:paraId="700D90D9" w14:textId="77777777" w:rsidTr="00A56FA9">
        <w:tc>
          <w:tcPr>
            <w:tcW w:w="9520" w:type="dxa"/>
          </w:tcPr>
          <w:p w14:paraId="45F8ACE4" w14:textId="0B0F4DF2" w:rsidR="00E648D6" w:rsidRPr="002C5E02" w:rsidRDefault="00E648D6" w:rsidP="00E648D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Diagnoza poszczególnych sfer rozwojowych ucznia.</w:t>
            </w:r>
          </w:p>
        </w:tc>
      </w:tr>
      <w:tr w:rsidR="00E648D6" w:rsidRPr="002C5E02" w14:paraId="216D1638" w14:textId="77777777" w:rsidTr="00A56FA9">
        <w:tc>
          <w:tcPr>
            <w:tcW w:w="9520" w:type="dxa"/>
          </w:tcPr>
          <w:p w14:paraId="0193E2B6" w14:textId="7F04E202" w:rsidR="00E648D6" w:rsidRPr="002C5E02" w:rsidRDefault="00E648D6" w:rsidP="00E648D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Zasady analizy i interpretacji materiału badawczego.</w:t>
            </w:r>
          </w:p>
        </w:tc>
      </w:tr>
      <w:tr w:rsidR="00E648D6" w:rsidRPr="002C5E02" w14:paraId="7B92FD39" w14:textId="77777777" w:rsidTr="00A56FA9">
        <w:tc>
          <w:tcPr>
            <w:tcW w:w="9520" w:type="dxa"/>
          </w:tcPr>
          <w:p w14:paraId="3034FB21" w14:textId="14B1E773" w:rsidR="00E648D6" w:rsidRPr="002C5E02" w:rsidRDefault="00E648D6" w:rsidP="00E648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Metody i techniki bezpośrednie w diagnozie wielospecjalistycznej (obserwacja dziecka, próby eksperymentalne, analiza wytworów).</w:t>
            </w:r>
          </w:p>
        </w:tc>
      </w:tr>
      <w:tr w:rsidR="00E648D6" w:rsidRPr="002C5E02" w14:paraId="10C2BCE8" w14:textId="77777777" w:rsidTr="00A56FA9">
        <w:tc>
          <w:tcPr>
            <w:tcW w:w="9520" w:type="dxa"/>
          </w:tcPr>
          <w:p w14:paraId="034BDF50" w14:textId="62ED1EAB" w:rsidR="00E648D6" w:rsidRPr="002C5E02" w:rsidRDefault="00E648D6" w:rsidP="00E648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Konstruowanie arkuszy obserwacyjnych.</w:t>
            </w:r>
          </w:p>
        </w:tc>
      </w:tr>
      <w:tr w:rsidR="00E648D6" w:rsidRPr="002C5E02" w14:paraId="73D5B632" w14:textId="77777777" w:rsidTr="00A56FA9">
        <w:tc>
          <w:tcPr>
            <w:tcW w:w="9520" w:type="dxa"/>
          </w:tcPr>
          <w:p w14:paraId="51097B8D" w14:textId="0808DA8E" w:rsidR="00E648D6" w:rsidRPr="002C5E02" w:rsidRDefault="00E648D6" w:rsidP="00E648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Metody pośrednie w diagnozie wielospecjalistycznej – konstruowanie wywiadu z rodzicami.</w:t>
            </w:r>
          </w:p>
        </w:tc>
      </w:tr>
      <w:tr w:rsidR="00E648D6" w:rsidRPr="002C5E02" w14:paraId="326E41F0" w14:textId="77777777" w:rsidTr="00A56FA9">
        <w:tc>
          <w:tcPr>
            <w:tcW w:w="9520" w:type="dxa"/>
          </w:tcPr>
          <w:p w14:paraId="5AA2CBB8" w14:textId="45BF742F" w:rsidR="00E648D6" w:rsidRPr="002C5E02" w:rsidRDefault="00E648D6" w:rsidP="00E648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Wykorzystanie narzędzi diagnostycznych – ćwiczenia praktyczne (PEP-R, VB-MAPP, KORP).</w:t>
            </w:r>
          </w:p>
        </w:tc>
      </w:tr>
      <w:tr w:rsidR="00E648D6" w:rsidRPr="002C5E02" w14:paraId="1040C145" w14:textId="77777777" w:rsidTr="00A56FA9">
        <w:tc>
          <w:tcPr>
            <w:tcW w:w="9520" w:type="dxa"/>
          </w:tcPr>
          <w:p w14:paraId="46B7B252" w14:textId="02828E7A" w:rsidR="00E648D6" w:rsidRPr="002C5E02" w:rsidRDefault="00E648D6" w:rsidP="00E648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Analiza dokumentacji poradni psychologiczno-pedagogicznych w kontekście tworzenia wielospecjalistycznej oceny poziomu funkcjonowania.</w:t>
            </w:r>
          </w:p>
        </w:tc>
      </w:tr>
      <w:tr w:rsidR="00E648D6" w:rsidRPr="002C5E02" w14:paraId="48F7BAAD" w14:textId="77777777" w:rsidTr="00A56FA9">
        <w:tc>
          <w:tcPr>
            <w:tcW w:w="9520" w:type="dxa"/>
          </w:tcPr>
          <w:p w14:paraId="2A1D8157" w14:textId="59E5825B" w:rsidR="00E648D6" w:rsidRPr="002C5E02" w:rsidRDefault="00E648D6" w:rsidP="00E648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Analiza arkusza wielospecjalistycznej oceny poziomu funkcjonowania.</w:t>
            </w:r>
          </w:p>
        </w:tc>
      </w:tr>
      <w:tr w:rsidR="00E648D6" w:rsidRPr="002C5E02" w14:paraId="6D3ADA3D" w14:textId="77777777" w:rsidTr="00A56FA9">
        <w:tc>
          <w:tcPr>
            <w:tcW w:w="9520" w:type="dxa"/>
          </w:tcPr>
          <w:p w14:paraId="36D6E5CE" w14:textId="65A087AE" w:rsidR="00E648D6" w:rsidRPr="002C5E02" w:rsidRDefault="00E648D6" w:rsidP="00E648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Analiza indywidualnych przypadków dzieci i młodzieży z autyzmem.</w:t>
            </w:r>
          </w:p>
        </w:tc>
      </w:tr>
      <w:tr w:rsidR="00E648D6" w:rsidRPr="002C5E02" w14:paraId="733E6265" w14:textId="77777777" w:rsidTr="00A56FA9">
        <w:tc>
          <w:tcPr>
            <w:tcW w:w="9520" w:type="dxa"/>
          </w:tcPr>
          <w:p w14:paraId="061BCAC4" w14:textId="5A82023E" w:rsidR="00E648D6" w:rsidRPr="002C5E02" w:rsidRDefault="00E648D6" w:rsidP="00E648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Konstruowanie wielospecjalistycznej oceny poziomu funkcjonowania – ćwiczenia praktyczne.</w:t>
            </w:r>
          </w:p>
        </w:tc>
      </w:tr>
    </w:tbl>
    <w:p w14:paraId="07B0CEC4" w14:textId="03279539" w:rsidR="0085747A" w:rsidRPr="002C5E0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F8DF8A" w14:textId="258DA77C" w:rsidR="0085747A" w:rsidRPr="002C5E0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C5E02">
        <w:rPr>
          <w:rFonts w:ascii="Corbel" w:hAnsi="Corbel"/>
          <w:smallCaps w:val="0"/>
          <w:szCs w:val="24"/>
        </w:rPr>
        <w:t>3.4 Metody dydaktyczne</w:t>
      </w:r>
      <w:r w:rsidRPr="002C5E02">
        <w:rPr>
          <w:rFonts w:ascii="Corbel" w:hAnsi="Corbel"/>
          <w:b w:val="0"/>
          <w:smallCaps w:val="0"/>
          <w:szCs w:val="24"/>
        </w:rPr>
        <w:t xml:space="preserve"> </w:t>
      </w:r>
    </w:p>
    <w:p w14:paraId="465F0F8C" w14:textId="77777777" w:rsidR="00085B43" w:rsidRPr="002C5E02" w:rsidRDefault="00085B43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1A56D528" w14:textId="6B7D343B" w:rsidR="006B2AFE" w:rsidRPr="002C5E02" w:rsidRDefault="00E648D6" w:rsidP="00E648D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C5E02">
        <w:rPr>
          <w:rFonts w:ascii="Corbel" w:hAnsi="Corbel"/>
          <w:b w:val="0"/>
          <w:smallCaps w:val="0"/>
          <w:szCs w:val="24"/>
        </w:rPr>
        <w:t xml:space="preserve">warsztaty </w:t>
      </w:r>
      <w:r w:rsidR="006B2AFE" w:rsidRPr="002C5E02">
        <w:rPr>
          <w:rFonts w:ascii="Corbel" w:hAnsi="Corbel"/>
          <w:b w:val="0"/>
          <w:smallCaps w:val="0"/>
          <w:szCs w:val="24"/>
        </w:rPr>
        <w:t>dyskusja, metoda projektów, praca w grupach, analiza nagrań filmowych</w:t>
      </w:r>
      <w:r w:rsidR="00085B43" w:rsidRPr="002C5E02">
        <w:rPr>
          <w:rFonts w:ascii="Corbel" w:hAnsi="Corbel"/>
          <w:b w:val="0"/>
          <w:smallCaps w:val="0"/>
          <w:szCs w:val="24"/>
        </w:rPr>
        <w:t>, analiza materiałów źródłowych</w:t>
      </w:r>
      <w:r w:rsidR="006B2AFE" w:rsidRPr="002C5E02">
        <w:rPr>
          <w:rFonts w:ascii="Corbel" w:hAnsi="Corbel"/>
          <w:b w:val="0"/>
          <w:smallCaps w:val="0"/>
          <w:szCs w:val="24"/>
        </w:rPr>
        <w:t>.</w:t>
      </w:r>
    </w:p>
    <w:p w14:paraId="7BF8A8EE" w14:textId="77777777" w:rsidR="00E960BB" w:rsidRPr="002C5E0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6CCDB81" w14:textId="77777777" w:rsidR="0085747A" w:rsidRPr="002C5E0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C5E02">
        <w:rPr>
          <w:rFonts w:ascii="Corbel" w:hAnsi="Corbel"/>
          <w:smallCaps w:val="0"/>
          <w:szCs w:val="24"/>
        </w:rPr>
        <w:t xml:space="preserve">4. </w:t>
      </w:r>
      <w:r w:rsidR="0085747A" w:rsidRPr="002C5E02">
        <w:rPr>
          <w:rFonts w:ascii="Corbel" w:hAnsi="Corbel"/>
          <w:smallCaps w:val="0"/>
          <w:szCs w:val="24"/>
        </w:rPr>
        <w:t>METODY I KRYTERIA OCENY</w:t>
      </w:r>
      <w:r w:rsidR="009F4610" w:rsidRPr="002C5E02">
        <w:rPr>
          <w:rFonts w:ascii="Corbel" w:hAnsi="Corbel"/>
          <w:smallCaps w:val="0"/>
          <w:szCs w:val="24"/>
        </w:rPr>
        <w:t xml:space="preserve"> </w:t>
      </w:r>
    </w:p>
    <w:p w14:paraId="2C0DE57E" w14:textId="77777777" w:rsidR="00923D7D" w:rsidRPr="002C5E0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C29CF8B" w14:textId="77777777" w:rsidR="0085747A" w:rsidRPr="002C5E0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C5E0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C5E02">
        <w:rPr>
          <w:rFonts w:ascii="Corbel" w:hAnsi="Corbel"/>
          <w:smallCaps w:val="0"/>
          <w:szCs w:val="24"/>
        </w:rPr>
        <w:t>uczenia się</w:t>
      </w:r>
    </w:p>
    <w:p w14:paraId="5B0BC6E2" w14:textId="77777777" w:rsidR="0085747A" w:rsidRPr="002C5E0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2C5E02" w14:paraId="1922F333" w14:textId="77777777" w:rsidTr="006B2AFE">
        <w:tc>
          <w:tcPr>
            <w:tcW w:w="1962" w:type="dxa"/>
            <w:vAlign w:val="center"/>
          </w:tcPr>
          <w:p w14:paraId="6DD9BF90" w14:textId="77777777" w:rsidR="0085747A" w:rsidRPr="002C5E0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5E0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596F3FE" w14:textId="77777777" w:rsidR="0085747A" w:rsidRPr="002C5E02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C5E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B1B3AB5" w14:textId="77777777" w:rsidR="0085747A" w:rsidRPr="002C5E0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5E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C5E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A4877A7" w14:textId="2F720646" w:rsidR="0085747A" w:rsidRPr="002C5E02" w:rsidRDefault="0085747A" w:rsidP="00E648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5E0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6B2AFE" w:rsidRPr="002C5E02" w14:paraId="394D552F" w14:textId="77777777" w:rsidTr="006B2AFE">
        <w:tc>
          <w:tcPr>
            <w:tcW w:w="1962" w:type="dxa"/>
          </w:tcPr>
          <w:p w14:paraId="6CD8A179" w14:textId="4F69A33B" w:rsidR="006B2AFE" w:rsidRPr="002C5E02" w:rsidRDefault="006B2AFE" w:rsidP="006B2AF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C5E02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14:paraId="4DB796C4" w14:textId="7F4F5352" w:rsidR="006B2AFE" w:rsidRPr="002C5E02" w:rsidRDefault="008927DB" w:rsidP="00D456E4">
            <w:pPr>
              <w:pStyle w:val="Bezodstpw"/>
              <w:rPr>
                <w:rFonts w:ascii="Corbel" w:hAnsi="Corbel"/>
                <w:strike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14:paraId="171FC821" w14:textId="4F50EC6E" w:rsidR="006B2AFE" w:rsidRPr="002C5E02" w:rsidRDefault="00E648D6" w:rsidP="00E648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2C5E02">
              <w:rPr>
                <w:rFonts w:ascii="Corbel" w:hAnsi="Corbel"/>
                <w:b w:val="0"/>
                <w:bCs/>
                <w:szCs w:val="24"/>
              </w:rPr>
              <w:t>warsztaty</w:t>
            </w:r>
          </w:p>
        </w:tc>
      </w:tr>
      <w:tr w:rsidR="006B2AFE" w:rsidRPr="002C5E02" w14:paraId="497BEF5E" w14:textId="77777777" w:rsidTr="006B2AFE">
        <w:tc>
          <w:tcPr>
            <w:tcW w:w="1962" w:type="dxa"/>
          </w:tcPr>
          <w:p w14:paraId="492BD681" w14:textId="52CABFE8" w:rsidR="006B2AFE" w:rsidRPr="002C5E02" w:rsidRDefault="006B2AFE" w:rsidP="006B2AF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C5E02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441" w:type="dxa"/>
          </w:tcPr>
          <w:p w14:paraId="31D101D5" w14:textId="250CE5F0" w:rsidR="006B2AFE" w:rsidRPr="002C5E02" w:rsidRDefault="008927DB" w:rsidP="00D456E4">
            <w:pPr>
              <w:pStyle w:val="Bezodstpw"/>
              <w:rPr>
                <w:rFonts w:ascii="Corbel" w:hAnsi="Corbel"/>
                <w:strike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14:paraId="3A402298" w14:textId="6FEFAB9C" w:rsidR="006B2AFE" w:rsidRPr="002C5E02" w:rsidRDefault="00E648D6" w:rsidP="00E648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2C5E02">
              <w:rPr>
                <w:rFonts w:ascii="Corbel" w:hAnsi="Corbel"/>
                <w:b w:val="0"/>
                <w:bCs/>
                <w:szCs w:val="24"/>
              </w:rPr>
              <w:t>warsztaty</w:t>
            </w:r>
          </w:p>
        </w:tc>
      </w:tr>
      <w:tr w:rsidR="006B2AFE" w:rsidRPr="002C5E02" w14:paraId="270E8B81" w14:textId="77777777" w:rsidTr="006B2AFE">
        <w:tc>
          <w:tcPr>
            <w:tcW w:w="1962" w:type="dxa"/>
          </w:tcPr>
          <w:p w14:paraId="71BB14E3" w14:textId="22A7E9EC" w:rsidR="006B2AFE" w:rsidRPr="002C5E02" w:rsidRDefault="006B2AFE" w:rsidP="006B2AF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C5E02">
              <w:rPr>
                <w:rFonts w:ascii="Corbel" w:hAnsi="Corbel"/>
                <w:b w:val="0"/>
                <w:bCs/>
                <w:szCs w:val="24"/>
              </w:rPr>
              <w:t>EK_03</w:t>
            </w:r>
          </w:p>
        </w:tc>
        <w:tc>
          <w:tcPr>
            <w:tcW w:w="5441" w:type="dxa"/>
          </w:tcPr>
          <w:p w14:paraId="311D3CAE" w14:textId="305A0B3A" w:rsidR="006B2AFE" w:rsidRPr="002C5E02" w:rsidRDefault="008927DB" w:rsidP="00D456E4">
            <w:pPr>
              <w:pStyle w:val="Bezodstpw"/>
              <w:rPr>
                <w:rFonts w:ascii="Corbel" w:hAnsi="Corbel"/>
                <w:strike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14:paraId="49ADAE8F" w14:textId="589782B8" w:rsidR="006B2AFE" w:rsidRPr="002C5E02" w:rsidRDefault="00E648D6" w:rsidP="00E648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2C5E02">
              <w:rPr>
                <w:rFonts w:ascii="Corbel" w:hAnsi="Corbel"/>
                <w:b w:val="0"/>
                <w:bCs/>
                <w:szCs w:val="24"/>
              </w:rPr>
              <w:t>warsztaty</w:t>
            </w:r>
          </w:p>
        </w:tc>
      </w:tr>
      <w:tr w:rsidR="006B2AFE" w:rsidRPr="002C5E02" w14:paraId="358119D8" w14:textId="77777777" w:rsidTr="006B2AFE">
        <w:tc>
          <w:tcPr>
            <w:tcW w:w="1962" w:type="dxa"/>
          </w:tcPr>
          <w:p w14:paraId="106184E0" w14:textId="597A88E2" w:rsidR="006B2AFE" w:rsidRPr="002C5E02" w:rsidRDefault="006B2AFE" w:rsidP="006B2AF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C5E02">
              <w:rPr>
                <w:rFonts w:ascii="Corbel" w:hAnsi="Corbel"/>
                <w:b w:val="0"/>
                <w:bCs/>
                <w:szCs w:val="24"/>
              </w:rPr>
              <w:t>EK_04</w:t>
            </w:r>
          </w:p>
        </w:tc>
        <w:tc>
          <w:tcPr>
            <w:tcW w:w="5441" w:type="dxa"/>
          </w:tcPr>
          <w:p w14:paraId="08334811" w14:textId="3EB6DE71" w:rsidR="006B2AFE" w:rsidRPr="002C5E02" w:rsidRDefault="008927DB" w:rsidP="00D456E4">
            <w:pPr>
              <w:pStyle w:val="Bezodstpw"/>
              <w:rPr>
                <w:rFonts w:ascii="Corbel" w:hAnsi="Corbel"/>
                <w:strike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32605A9D" w14:textId="477EC135" w:rsidR="006B2AFE" w:rsidRPr="002C5E02" w:rsidRDefault="00E648D6" w:rsidP="00E648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2C5E02">
              <w:rPr>
                <w:rFonts w:ascii="Corbel" w:hAnsi="Corbel"/>
                <w:b w:val="0"/>
                <w:bCs/>
                <w:szCs w:val="24"/>
              </w:rPr>
              <w:t>warsztaty</w:t>
            </w:r>
          </w:p>
        </w:tc>
      </w:tr>
      <w:tr w:rsidR="00E648D6" w:rsidRPr="002C5E02" w14:paraId="61F3CDF2" w14:textId="77777777" w:rsidTr="006B2AFE">
        <w:tc>
          <w:tcPr>
            <w:tcW w:w="1962" w:type="dxa"/>
          </w:tcPr>
          <w:p w14:paraId="6A653745" w14:textId="1EC5D442" w:rsidR="00E648D6" w:rsidRPr="002C5E02" w:rsidRDefault="00E648D6" w:rsidP="00E648D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C5E02">
              <w:rPr>
                <w:rFonts w:ascii="Corbel" w:hAnsi="Corbel"/>
                <w:b w:val="0"/>
                <w:bCs/>
                <w:szCs w:val="24"/>
              </w:rPr>
              <w:t>EK_05</w:t>
            </w:r>
          </w:p>
        </w:tc>
        <w:tc>
          <w:tcPr>
            <w:tcW w:w="5441" w:type="dxa"/>
          </w:tcPr>
          <w:p w14:paraId="480644A2" w14:textId="41AC7831" w:rsidR="00E648D6" w:rsidRPr="002C5E02" w:rsidRDefault="00E648D6" w:rsidP="00E648D6">
            <w:pPr>
              <w:pStyle w:val="Bezodstpw"/>
              <w:rPr>
                <w:rFonts w:ascii="Corbel" w:hAnsi="Corbel"/>
                <w:strike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3383CA47" w14:textId="7F7178FB" w:rsidR="00E648D6" w:rsidRPr="002C5E02" w:rsidRDefault="00E648D6" w:rsidP="00E648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2C5E02">
              <w:rPr>
                <w:rFonts w:ascii="Corbel" w:hAnsi="Corbel"/>
                <w:b w:val="0"/>
                <w:bCs/>
                <w:szCs w:val="24"/>
              </w:rPr>
              <w:t>warsztaty</w:t>
            </w:r>
          </w:p>
        </w:tc>
      </w:tr>
      <w:tr w:rsidR="00E648D6" w:rsidRPr="002C5E02" w14:paraId="68467130" w14:textId="77777777" w:rsidTr="006B2AFE">
        <w:tc>
          <w:tcPr>
            <w:tcW w:w="1962" w:type="dxa"/>
          </w:tcPr>
          <w:p w14:paraId="2ED6598F" w14:textId="4BBFAB97" w:rsidR="00E648D6" w:rsidRPr="002C5E02" w:rsidRDefault="00E648D6" w:rsidP="00E648D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C5E02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</w:tcPr>
          <w:p w14:paraId="70369D16" w14:textId="5C1FBD21" w:rsidR="00E648D6" w:rsidRPr="002C5E02" w:rsidRDefault="00E648D6" w:rsidP="00E648D6">
            <w:pPr>
              <w:pStyle w:val="Bezodstpw"/>
              <w:rPr>
                <w:rFonts w:ascii="Corbel" w:hAnsi="Corbel"/>
                <w:strike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14:paraId="7A354289" w14:textId="3F3B232E" w:rsidR="00E648D6" w:rsidRPr="002C5E02" w:rsidRDefault="00E648D6" w:rsidP="00E648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2C5E02">
              <w:rPr>
                <w:rFonts w:ascii="Corbel" w:hAnsi="Corbel"/>
                <w:b w:val="0"/>
                <w:bCs/>
                <w:szCs w:val="24"/>
              </w:rPr>
              <w:t>warsztaty</w:t>
            </w:r>
          </w:p>
        </w:tc>
      </w:tr>
      <w:tr w:rsidR="00E648D6" w:rsidRPr="002C5E02" w14:paraId="03C76995" w14:textId="77777777" w:rsidTr="006B2AFE">
        <w:tc>
          <w:tcPr>
            <w:tcW w:w="1962" w:type="dxa"/>
          </w:tcPr>
          <w:p w14:paraId="05C0C77E" w14:textId="266CB36E" w:rsidR="00E648D6" w:rsidRPr="002C5E02" w:rsidRDefault="00E648D6" w:rsidP="00E648D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C5E02">
              <w:rPr>
                <w:rFonts w:ascii="Corbel" w:hAnsi="Corbel"/>
                <w:b w:val="0"/>
                <w:bCs/>
                <w:szCs w:val="24"/>
              </w:rPr>
              <w:t>EK_07</w:t>
            </w:r>
          </w:p>
        </w:tc>
        <w:tc>
          <w:tcPr>
            <w:tcW w:w="5441" w:type="dxa"/>
          </w:tcPr>
          <w:p w14:paraId="4FB1E56B" w14:textId="5F168E33" w:rsidR="00E648D6" w:rsidRPr="002C5E02" w:rsidRDefault="00E648D6" w:rsidP="00E648D6">
            <w:pPr>
              <w:pStyle w:val="Bezodstpw"/>
              <w:rPr>
                <w:rFonts w:ascii="Corbel" w:hAnsi="Corbel"/>
                <w:strike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6BB1FFF" w14:textId="5AC16810" w:rsidR="00E648D6" w:rsidRPr="002C5E02" w:rsidRDefault="00E648D6" w:rsidP="00E648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2C5E02">
              <w:rPr>
                <w:rFonts w:ascii="Corbel" w:hAnsi="Corbel"/>
                <w:b w:val="0"/>
                <w:bCs/>
                <w:szCs w:val="24"/>
              </w:rPr>
              <w:t>warsztaty</w:t>
            </w:r>
          </w:p>
        </w:tc>
      </w:tr>
      <w:tr w:rsidR="00E648D6" w:rsidRPr="002C5E02" w14:paraId="548806A2" w14:textId="77777777" w:rsidTr="006B2AFE">
        <w:tc>
          <w:tcPr>
            <w:tcW w:w="1962" w:type="dxa"/>
          </w:tcPr>
          <w:p w14:paraId="47EC1161" w14:textId="55D89F04" w:rsidR="00E648D6" w:rsidRPr="002C5E02" w:rsidRDefault="00E648D6" w:rsidP="00E648D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C5E02">
              <w:rPr>
                <w:rFonts w:ascii="Corbel" w:hAnsi="Corbel"/>
                <w:b w:val="0"/>
                <w:bCs/>
                <w:szCs w:val="24"/>
              </w:rPr>
              <w:lastRenderedPageBreak/>
              <w:t>EK_08</w:t>
            </w:r>
          </w:p>
        </w:tc>
        <w:tc>
          <w:tcPr>
            <w:tcW w:w="5441" w:type="dxa"/>
          </w:tcPr>
          <w:p w14:paraId="4663A07D" w14:textId="3DFFE97E" w:rsidR="00E648D6" w:rsidRPr="002C5E02" w:rsidRDefault="00E648D6" w:rsidP="00E648D6">
            <w:pPr>
              <w:pStyle w:val="Bezodstpw"/>
              <w:rPr>
                <w:rFonts w:ascii="Corbel" w:hAnsi="Corbel"/>
                <w:strike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710A49D" w14:textId="48C20B2C" w:rsidR="00E648D6" w:rsidRPr="002C5E02" w:rsidRDefault="00E648D6" w:rsidP="00E648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2C5E02">
              <w:rPr>
                <w:rFonts w:ascii="Corbel" w:hAnsi="Corbel"/>
                <w:b w:val="0"/>
                <w:bCs/>
                <w:szCs w:val="24"/>
              </w:rPr>
              <w:t>warsztaty</w:t>
            </w:r>
          </w:p>
        </w:tc>
      </w:tr>
      <w:tr w:rsidR="00E648D6" w:rsidRPr="002C5E02" w14:paraId="3FB214DB" w14:textId="77777777" w:rsidTr="006B2AFE">
        <w:tc>
          <w:tcPr>
            <w:tcW w:w="1962" w:type="dxa"/>
          </w:tcPr>
          <w:p w14:paraId="66C9B294" w14:textId="06836FF3" w:rsidR="00E648D6" w:rsidRPr="002C5E02" w:rsidRDefault="00E648D6" w:rsidP="00E648D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C5E02">
              <w:rPr>
                <w:rFonts w:ascii="Corbel" w:hAnsi="Corbel"/>
                <w:b w:val="0"/>
                <w:bCs/>
                <w:szCs w:val="24"/>
              </w:rPr>
              <w:t>EK_09</w:t>
            </w:r>
          </w:p>
        </w:tc>
        <w:tc>
          <w:tcPr>
            <w:tcW w:w="5441" w:type="dxa"/>
          </w:tcPr>
          <w:p w14:paraId="62D4D50B" w14:textId="1FB0B517" w:rsidR="00E648D6" w:rsidRPr="002C5E02" w:rsidRDefault="00E648D6" w:rsidP="00E648D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14:paraId="19FDFBD0" w14:textId="7E988312" w:rsidR="00E648D6" w:rsidRPr="002C5E02" w:rsidRDefault="00E648D6" w:rsidP="00E648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2C5E02">
              <w:rPr>
                <w:rFonts w:ascii="Corbel" w:hAnsi="Corbel"/>
                <w:b w:val="0"/>
                <w:bCs/>
                <w:szCs w:val="24"/>
              </w:rPr>
              <w:t>warsztaty</w:t>
            </w:r>
          </w:p>
        </w:tc>
      </w:tr>
    </w:tbl>
    <w:p w14:paraId="2DD6FB8A" w14:textId="77777777" w:rsidR="00923D7D" w:rsidRPr="002C5E0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7C98C7" w14:textId="77777777" w:rsidR="0085747A" w:rsidRPr="002C5E0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C5E02">
        <w:rPr>
          <w:rFonts w:ascii="Corbel" w:hAnsi="Corbel"/>
          <w:smallCaps w:val="0"/>
          <w:szCs w:val="24"/>
        </w:rPr>
        <w:t xml:space="preserve">4.2 </w:t>
      </w:r>
      <w:r w:rsidR="0085747A" w:rsidRPr="002C5E02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2C5E02">
        <w:rPr>
          <w:rFonts w:ascii="Corbel" w:hAnsi="Corbel"/>
          <w:smallCaps w:val="0"/>
          <w:szCs w:val="24"/>
        </w:rPr>
        <w:t xml:space="preserve"> </w:t>
      </w:r>
    </w:p>
    <w:p w14:paraId="65FDD43F" w14:textId="77777777" w:rsidR="00923D7D" w:rsidRPr="002C5E0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C5E02" w14:paraId="5372E23A" w14:textId="77777777" w:rsidTr="00923D7D">
        <w:tc>
          <w:tcPr>
            <w:tcW w:w="9670" w:type="dxa"/>
          </w:tcPr>
          <w:p w14:paraId="55C45971" w14:textId="77777777" w:rsidR="0085747A" w:rsidRPr="002C5E0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8A814BF" w14:textId="50D1080B" w:rsidR="00923D7D" w:rsidRPr="002C5E02" w:rsidRDefault="006B2AF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E02">
              <w:rPr>
                <w:rFonts w:ascii="Corbel" w:hAnsi="Corbel"/>
                <w:b w:val="0"/>
                <w:smallCaps w:val="0"/>
                <w:szCs w:val="24"/>
              </w:rPr>
              <w:t>Zaliczenie kolokwium pisemnego, przygotowanie pracy projektowej – wielospecjalistycznej oceny poziomu funkcjonowania wybranego dziecka z ASD.</w:t>
            </w:r>
            <w:r w:rsidR="0022794D" w:rsidRPr="002C5E02">
              <w:rPr>
                <w:rFonts w:ascii="Corbel" w:hAnsi="Corbel"/>
                <w:b w:val="0"/>
                <w:smallCaps w:val="0"/>
                <w:szCs w:val="24"/>
              </w:rPr>
              <w:t xml:space="preserve"> Ocenianie tradycyjne</w:t>
            </w:r>
          </w:p>
          <w:p w14:paraId="1330D548" w14:textId="77777777" w:rsidR="0085747A" w:rsidRPr="002C5E0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95DB850" w14:textId="77777777" w:rsidR="0085747A" w:rsidRPr="002C5E0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74CED3" w14:textId="77777777" w:rsidR="009F4610" w:rsidRPr="002C5E0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C5E02">
        <w:rPr>
          <w:rFonts w:ascii="Corbel" w:hAnsi="Corbel"/>
          <w:b/>
          <w:sz w:val="24"/>
          <w:szCs w:val="24"/>
        </w:rPr>
        <w:t xml:space="preserve">5. </w:t>
      </w:r>
      <w:r w:rsidR="00C61DC5" w:rsidRPr="002C5E0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B2F2E92" w14:textId="77777777" w:rsidR="0085747A" w:rsidRPr="002C5E0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2C5E02" w14:paraId="0048BDB0" w14:textId="77777777" w:rsidTr="00E648D6">
        <w:tc>
          <w:tcPr>
            <w:tcW w:w="5132" w:type="dxa"/>
            <w:vAlign w:val="center"/>
          </w:tcPr>
          <w:p w14:paraId="0C1A808B" w14:textId="77777777" w:rsidR="0085747A" w:rsidRPr="002C5E0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C5E0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C5E0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C5E0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6FC1FE61" w14:textId="77777777" w:rsidR="0085747A" w:rsidRPr="002C5E0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C5E0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C5E0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2C5E0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C5E0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B2AFE" w:rsidRPr="002C5E02" w14:paraId="4EB332E8" w14:textId="77777777" w:rsidTr="00E648D6">
        <w:tc>
          <w:tcPr>
            <w:tcW w:w="5132" w:type="dxa"/>
          </w:tcPr>
          <w:p w14:paraId="01A1B287" w14:textId="77777777" w:rsidR="006B2AFE" w:rsidRPr="002C5E02" w:rsidRDefault="006B2AFE" w:rsidP="006B2A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388" w:type="dxa"/>
          </w:tcPr>
          <w:p w14:paraId="334A9141" w14:textId="38A65E05" w:rsidR="006B2AFE" w:rsidRPr="002C5E02" w:rsidRDefault="006B2AFE" w:rsidP="006B2AF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B2AFE" w:rsidRPr="002C5E02" w14:paraId="5B842AEF" w14:textId="77777777" w:rsidTr="00E648D6">
        <w:tc>
          <w:tcPr>
            <w:tcW w:w="5132" w:type="dxa"/>
          </w:tcPr>
          <w:p w14:paraId="4BB4C798" w14:textId="77777777" w:rsidR="006B2AFE" w:rsidRPr="002C5E02" w:rsidRDefault="006B2AFE" w:rsidP="006B2A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7159FFD6" w14:textId="77777777" w:rsidR="006B2AFE" w:rsidRPr="002C5E02" w:rsidRDefault="006B2AFE" w:rsidP="006B2A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14:paraId="24B8AAFB" w14:textId="6171B22B" w:rsidR="006B2AFE" w:rsidRPr="002C5E02" w:rsidRDefault="006B2AFE" w:rsidP="006B2AF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B2AFE" w:rsidRPr="002C5E02" w14:paraId="5FDCFD2B" w14:textId="77777777" w:rsidTr="00E648D6">
        <w:tc>
          <w:tcPr>
            <w:tcW w:w="5132" w:type="dxa"/>
          </w:tcPr>
          <w:p w14:paraId="78700529" w14:textId="0C7F01A8" w:rsidR="006B2AFE" w:rsidRPr="002C5E02" w:rsidRDefault="006B2AFE" w:rsidP="006B2A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C5E0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C5E0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E1734" w:rsidRPr="002C5E02">
              <w:rPr>
                <w:rFonts w:ascii="Corbel" w:hAnsi="Corbel"/>
                <w:sz w:val="24"/>
                <w:szCs w:val="24"/>
              </w:rPr>
              <w:t>:</w:t>
            </w:r>
          </w:p>
          <w:p w14:paraId="16DE557C" w14:textId="38FEEF37" w:rsidR="008E1734" w:rsidRPr="002C5E02" w:rsidRDefault="006B2AFE" w:rsidP="006B2A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64789B7D" w14:textId="36E57E32" w:rsidR="008E1734" w:rsidRPr="002C5E02" w:rsidRDefault="008E1734" w:rsidP="006B2A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14:paraId="7C82FD23" w14:textId="576BFA92" w:rsidR="006B2AFE" w:rsidRPr="002C5E02" w:rsidRDefault="006B2AFE" w:rsidP="006B2A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 xml:space="preserve">napisanie </w:t>
            </w:r>
            <w:r w:rsidR="008E1734" w:rsidRPr="002C5E02">
              <w:rPr>
                <w:rFonts w:ascii="Corbel" w:hAnsi="Corbel"/>
                <w:sz w:val="24"/>
                <w:szCs w:val="24"/>
              </w:rPr>
              <w:t>pracy projektowej</w:t>
            </w:r>
          </w:p>
        </w:tc>
        <w:tc>
          <w:tcPr>
            <w:tcW w:w="4388" w:type="dxa"/>
          </w:tcPr>
          <w:p w14:paraId="0F9A66A9" w14:textId="77777777" w:rsidR="008E1734" w:rsidRPr="002C5E02" w:rsidRDefault="008E1734" w:rsidP="00E648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5299325" w14:textId="4E4F0C4A" w:rsidR="008E1734" w:rsidRPr="002C5E02" w:rsidRDefault="00E648D6" w:rsidP="006B2AF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23</w:t>
            </w:r>
          </w:p>
          <w:p w14:paraId="76738D4C" w14:textId="7EB4013A" w:rsidR="008E1734" w:rsidRPr="002C5E02" w:rsidRDefault="00E648D6" w:rsidP="006B2AF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15</w:t>
            </w:r>
          </w:p>
          <w:p w14:paraId="483622AC" w14:textId="40961A8F" w:rsidR="008E1734" w:rsidRPr="002C5E02" w:rsidRDefault="00E648D6" w:rsidP="006B2AF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B2AFE" w:rsidRPr="002C5E02" w14:paraId="0CCBDEEE" w14:textId="77777777" w:rsidTr="00E648D6">
        <w:tc>
          <w:tcPr>
            <w:tcW w:w="5132" w:type="dxa"/>
          </w:tcPr>
          <w:p w14:paraId="3BE94EE9" w14:textId="77777777" w:rsidR="006B2AFE" w:rsidRPr="002C5E02" w:rsidRDefault="006B2AFE" w:rsidP="006B2A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008516E4" w14:textId="1E75AB2A" w:rsidR="006B2AFE" w:rsidRPr="002C5E02" w:rsidRDefault="00E648D6" w:rsidP="006B2AF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6B2AFE" w:rsidRPr="002C5E02" w14:paraId="0BB7AC5F" w14:textId="77777777" w:rsidTr="00E648D6">
        <w:tc>
          <w:tcPr>
            <w:tcW w:w="5132" w:type="dxa"/>
          </w:tcPr>
          <w:p w14:paraId="0434097D" w14:textId="77777777" w:rsidR="006B2AFE" w:rsidRPr="002C5E02" w:rsidRDefault="006B2AFE" w:rsidP="006B2AF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C5E0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5B5CA1CA" w14:textId="7D7FE9A2" w:rsidR="006B2AFE" w:rsidRPr="002C5E02" w:rsidRDefault="00E648D6" w:rsidP="006B2AF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C5E02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205C7C8D" w14:textId="77777777" w:rsidR="0085747A" w:rsidRPr="002C5E0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C5E0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C5E0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722DE01" w14:textId="77777777" w:rsidR="003E1941" w:rsidRPr="002C5E0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AB895B" w14:textId="77777777" w:rsidR="0085747A" w:rsidRPr="002C5E0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C5E02">
        <w:rPr>
          <w:rFonts w:ascii="Corbel" w:hAnsi="Corbel"/>
          <w:smallCaps w:val="0"/>
          <w:szCs w:val="24"/>
        </w:rPr>
        <w:t xml:space="preserve">6. </w:t>
      </w:r>
      <w:r w:rsidR="0085747A" w:rsidRPr="002C5E02">
        <w:rPr>
          <w:rFonts w:ascii="Corbel" w:hAnsi="Corbel"/>
          <w:smallCaps w:val="0"/>
          <w:szCs w:val="24"/>
        </w:rPr>
        <w:t>PRAKTYKI ZAWO</w:t>
      </w:r>
      <w:r w:rsidR="009D3F3B" w:rsidRPr="002C5E02">
        <w:rPr>
          <w:rFonts w:ascii="Corbel" w:hAnsi="Corbel"/>
          <w:smallCaps w:val="0"/>
          <w:szCs w:val="24"/>
        </w:rPr>
        <w:t>DOWE W RAMACH PRZEDMIOTU</w:t>
      </w:r>
    </w:p>
    <w:p w14:paraId="62C13C5A" w14:textId="77777777" w:rsidR="0085747A" w:rsidRPr="002C5E0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5415"/>
      </w:tblGrid>
      <w:tr w:rsidR="0085747A" w:rsidRPr="002C5E02" w14:paraId="63F20616" w14:textId="77777777" w:rsidTr="00E648D6">
        <w:trPr>
          <w:trHeight w:val="397"/>
        </w:trPr>
        <w:tc>
          <w:tcPr>
            <w:tcW w:w="4224" w:type="dxa"/>
          </w:tcPr>
          <w:p w14:paraId="2A352FCC" w14:textId="77777777" w:rsidR="0085747A" w:rsidRPr="002C5E0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E0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55777C8D" w14:textId="0BD5CD1F" w:rsidR="0085747A" w:rsidRPr="002C5E02" w:rsidRDefault="00E648D6" w:rsidP="00E648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C5E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2C5E02" w14:paraId="46BBCC47" w14:textId="77777777" w:rsidTr="00E648D6">
        <w:trPr>
          <w:trHeight w:val="397"/>
        </w:trPr>
        <w:tc>
          <w:tcPr>
            <w:tcW w:w="4224" w:type="dxa"/>
          </w:tcPr>
          <w:p w14:paraId="56E0642A" w14:textId="77777777" w:rsidR="0085747A" w:rsidRPr="002C5E0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E0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796F87DB" w14:textId="1CCDCE07" w:rsidR="0085747A" w:rsidRPr="002C5E02" w:rsidRDefault="00E648D6" w:rsidP="00E648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5E02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D98930A" w14:textId="77777777" w:rsidR="003E1941" w:rsidRPr="002C5E0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4DB8E7" w14:textId="77777777" w:rsidR="0085747A" w:rsidRPr="002C5E0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C5E02">
        <w:rPr>
          <w:rFonts w:ascii="Corbel" w:hAnsi="Corbel"/>
          <w:smallCaps w:val="0"/>
          <w:szCs w:val="24"/>
        </w:rPr>
        <w:t xml:space="preserve">7. </w:t>
      </w:r>
      <w:r w:rsidR="0085747A" w:rsidRPr="002C5E02">
        <w:rPr>
          <w:rFonts w:ascii="Corbel" w:hAnsi="Corbel"/>
          <w:smallCaps w:val="0"/>
          <w:szCs w:val="24"/>
        </w:rPr>
        <w:t>LITERATURA</w:t>
      </w:r>
      <w:r w:rsidRPr="002C5E02">
        <w:rPr>
          <w:rFonts w:ascii="Corbel" w:hAnsi="Corbel"/>
          <w:smallCaps w:val="0"/>
          <w:szCs w:val="24"/>
        </w:rPr>
        <w:t xml:space="preserve"> </w:t>
      </w:r>
    </w:p>
    <w:p w14:paraId="2DBB60B1" w14:textId="77777777" w:rsidR="00675843" w:rsidRPr="002C5E0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2C5E02" w14:paraId="2DAFE17C" w14:textId="77777777" w:rsidTr="00E648D6">
        <w:trPr>
          <w:trHeight w:val="397"/>
        </w:trPr>
        <w:tc>
          <w:tcPr>
            <w:tcW w:w="9639" w:type="dxa"/>
          </w:tcPr>
          <w:p w14:paraId="5E5A62FD" w14:textId="77777777" w:rsidR="0085747A" w:rsidRPr="002C5E0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E0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756F7B6" w14:textId="7B8568B3" w:rsidR="008951BD" w:rsidRPr="002C5E02" w:rsidRDefault="008951BD" w:rsidP="006B2AF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 xml:space="preserve">Cybulska R., i in. </w:t>
            </w:r>
            <w:r w:rsidRPr="002C5E02">
              <w:rPr>
                <w:rFonts w:ascii="Corbel" w:hAnsi="Corbel"/>
                <w:i/>
                <w:sz w:val="24"/>
                <w:szCs w:val="24"/>
              </w:rPr>
              <w:t>Uczeń ze specjalnymi potrzebami edukacyjnymi w systemie edukacji w świetle nowych przepisów prawa oświatowego</w:t>
            </w:r>
            <w:r w:rsidRPr="002C5E02">
              <w:rPr>
                <w:rFonts w:ascii="Corbel" w:hAnsi="Corbel"/>
                <w:sz w:val="24"/>
                <w:szCs w:val="24"/>
              </w:rPr>
              <w:t xml:space="preserve"> ORE, Warszawa 2017</w:t>
            </w:r>
          </w:p>
          <w:p w14:paraId="1E69CB73" w14:textId="77777777" w:rsidR="008951BD" w:rsidRPr="002C5E02" w:rsidRDefault="008951BD" w:rsidP="006B2AF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 xml:space="preserve">Kielin J., </w:t>
            </w:r>
            <w:r w:rsidRPr="002C5E02">
              <w:rPr>
                <w:rFonts w:ascii="Corbel" w:hAnsi="Corbel"/>
                <w:i/>
                <w:sz w:val="24"/>
                <w:szCs w:val="24"/>
              </w:rPr>
              <w:t>Profil osiągnięć ucznia,</w:t>
            </w:r>
            <w:r w:rsidRPr="002C5E02">
              <w:rPr>
                <w:rFonts w:ascii="Corbel" w:hAnsi="Corbel"/>
                <w:sz w:val="24"/>
                <w:szCs w:val="24"/>
              </w:rPr>
              <w:t xml:space="preserve"> GWP, 2016</w:t>
            </w:r>
          </w:p>
          <w:p w14:paraId="5BAEB572" w14:textId="341F7F1D" w:rsidR="008951BD" w:rsidRPr="002C5E02" w:rsidRDefault="008951BD" w:rsidP="006B2AFE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C5E02">
              <w:rPr>
                <w:rFonts w:ascii="Corbel" w:hAnsi="Corbel"/>
                <w:sz w:val="24"/>
                <w:szCs w:val="24"/>
              </w:rPr>
              <w:t>Klaczak</w:t>
            </w:r>
            <w:proofErr w:type="spellEnd"/>
            <w:r w:rsidRPr="002C5E02">
              <w:rPr>
                <w:rFonts w:ascii="Corbel" w:hAnsi="Corbel"/>
                <w:sz w:val="24"/>
                <w:szCs w:val="24"/>
              </w:rPr>
              <w:t xml:space="preserve"> M., Majewicz P. (red.):</w:t>
            </w:r>
            <w:r w:rsidRPr="002C5E02">
              <w:rPr>
                <w:rFonts w:ascii="Corbel" w:hAnsi="Corbel"/>
                <w:i/>
                <w:sz w:val="24"/>
                <w:szCs w:val="24"/>
              </w:rPr>
              <w:t xml:space="preserve"> Diagnoza i rewalidacja indywidualna dziecka ze specjalnymi potrzebami edukacyjnymi. </w:t>
            </w:r>
            <w:r w:rsidRPr="002C5E02">
              <w:rPr>
                <w:rFonts w:ascii="Corbel" w:hAnsi="Corbel"/>
                <w:sz w:val="24"/>
                <w:szCs w:val="24"/>
              </w:rPr>
              <w:t>UP Kraków 2006</w:t>
            </w:r>
          </w:p>
          <w:p w14:paraId="5873B8DE" w14:textId="77777777" w:rsidR="008951BD" w:rsidRPr="002C5E02" w:rsidRDefault="008951BD" w:rsidP="006B2AF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 xml:space="preserve">Knopik T., </w:t>
            </w:r>
            <w:r w:rsidRPr="002C5E02">
              <w:rPr>
                <w:rFonts w:ascii="Corbel" w:hAnsi="Corbel"/>
                <w:i/>
                <w:sz w:val="24"/>
                <w:szCs w:val="24"/>
              </w:rPr>
              <w:t xml:space="preserve">Diagnoza funkcjonalna. Planowanie pomocy psychologiczno-pedagogicznej. Działania </w:t>
            </w:r>
            <w:proofErr w:type="spellStart"/>
            <w:r w:rsidRPr="002C5E02">
              <w:rPr>
                <w:rFonts w:ascii="Corbel" w:hAnsi="Corbel"/>
                <w:i/>
                <w:sz w:val="24"/>
                <w:szCs w:val="24"/>
              </w:rPr>
              <w:t>postdiagnostyczne</w:t>
            </w:r>
            <w:proofErr w:type="spellEnd"/>
            <w:r w:rsidRPr="002C5E02"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2C5E02">
              <w:rPr>
                <w:rFonts w:ascii="Corbel" w:hAnsi="Corbel"/>
                <w:sz w:val="24"/>
                <w:szCs w:val="24"/>
              </w:rPr>
              <w:t xml:space="preserve"> ORE, Warszawa 2018</w:t>
            </w:r>
          </w:p>
          <w:p w14:paraId="6A881069" w14:textId="77777777" w:rsidR="008951BD" w:rsidRPr="002C5E02" w:rsidRDefault="008951BD" w:rsidP="006B2AFE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C5E02">
              <w:rPr>
                <w:rFonts w:ascii="Corbel" w:hAnsi="Corbel"/>
                <w:sz w:val="24"/>
                <w:szCs w:val="24"/>
              </w:rPr>
              <w:t>Leaf</w:t>
            </w:r>
            <w:proofErr w:type="spellEnd"/>
            <w:r w:rsidRPr="002C5E02">
              <w:rPr>
                <w:rFonts w:ascii="Corbel" w:hAnsi="Corbel"/>
                <w:sz w:val="24"/>
                <w:szCs w:val="24"/>
              </w:rPr>
              <w:t xml:space="preserve"> R., </w:t>
            </w:r>
            <w:proofErr w:type="spellStart"/>
            <w:r w:rsidRPr="002C5E02">
              <w:rPr>
                <w:rFonts w:ascii="Corbel" w:hAnsi="Corbel"/>
                <w:sz w:val="24"/>
                <w:szCs w:val="24"/>
              </w:rPr>
              <w:t>McEachin</w:t>
            </w:r>
            <w:proofErr w:type="spellEnd"/>
            <w:r w:rsidRPr="002C5E02">
              <w:rPr>
                <w:rFonts w:ascii="Corbel" w:hAnsi="Corbel"/>
                <w:sz w:val="24"/>
                <w:szCs w:val="24"/>
              </w:rPr>
              <w:t xml:space="preserve"> J.  </w:t>
            </w:r>
            <w:r w:rsidRPr="002C5E02">
              <w:rPr>
                <w:rFonts w:ascii="Corbel" w:hAnsi="Corbel"/>
                <w:i/>
                <w:sz w:val="24"/>
                <w:szCs w:val="24"/>
              </w:rPr>
              <w:t>Praca nad rozwojem,</w:t>
            </w:r>
            <w:r w:rsidRPr="002C5E02">
              <w:rPr>
                <w:rFonts w:ascii="Corbel" w:hAnsi="Corbel"/>
                <w:sz w:val="24"/>
                <w:szCs w:val="24"/>
              </w:rPr>
              <w:t xml:space="preserve"> Wyd. LTW, 2017</w:t>
            </w:r>
          </w:p>
          <w:p w14:paraId="110FFBB5" w14:textId="77777777" w:rsidR="008951BD" w:rsidRPr="002C5E02" w:rsidRDefault="008951BD" w:rsidP="006B2AF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 xml:space="preserve">Lew-Koralewicz A., </w:t>
            </w:r>
            <w:r w:rsidRPr="002C5E02">
              <w:rPr>
                <w:rFonts w:ascii="Corbel" w:hAnsi="Corbel"/>
                <w:i/>
                <w:sz w:val="24"/>
                <w:szCs w:val="24"/>
              </w:rPr>
              <w:t xml:space="preserve">Rola diagnozy funkcjonalnej w planowaniu terapii logopedycznej dzieci z autyzmem </w:t>
            </w:r>
            <w:r w:rsidRPr="002C5E02">
              <w:rPr>
                <w:rFonts w:ascii="Corbel" w:hAnsi="Corbel"/>
                <w:sz w:val="24"/>
                <w:szCs w:val="24"/>
              </w:rPr>
              <w:t>[w:] A. Myszka (red.) Głos – Język – Komunikacja, UR Rzeszów 2015</w:t>
            </w:r>
          </w:p>
          <w:p w14:paraId="00EA7E57" w14:textId="4BAB98C1" w:rsidR="008951BD" w:rsidRPr="002C5E02" w:rsidRDefault="008951BD" w:rsidP="006B2AF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lastRenderedPageBreak/>
              <w:t xml:space="preserve">Olechowska A. </w:t>
            </w:r>
            <w:r w:rsidRPr="002C5E02">
              <w:rPr>
                <w:rFonts w:ascii="Corbel" w:hAnsi="Corbel"/>
                <w:i/>
                <w:sz w:val="24"/>
                <w:szCs w:val="24"/>
              </w:rPr>
              <w:t>Specjalne potrzeby edukacyjne</w:t>
            </w:r>
            <w:r w:rsidRPr="002C5E02">
              <w:rPr>
                <w:rFonts w:ascii="Corbel" w:hAnsi="Corbel"/>
                <w:sz w:val="24"/>
                <w:szCs w:val="24"/>
              </w:rPr>
              <w:t>, PWN, 2016</w:t>
            </w:r>
          </w:p>
          <w:p w14:paraId="3EFD7C30" w14:textId="77777777" w:rsidR="008951BD" w:rsidRPr="002C5E02" w:rsidRDefault="008951BD" w:rsidP="008951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C5E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Maurice C., </w:t>
            </w:r>
            <w:r w:rsidRPr="002C5E0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Modele zachowań oraz współpraca z dziećmi autystycznymi</w:t>
            </w:r>
            <w:r w:rsidRPr="002C5E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LTW, 2007</w:t>
            </w:r>
          </w:p>
          <w:p w14:paraId="1D921A34" w14:textId="77777777" w:rsidR="008951BD" w:rsidRPr="002C5E02" w:rsidRDefault="008951BD" w:rsidP="006B2A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2C5E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Schoepler</w:t>
            </w:r>
            <w:proofErr w:type="spellEnd"/>
            <w:r w:rsidRPr="002C5E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 i in. Profil </w:t>
            </w:r>
            <w:proofErr w:type="spellStart"/>
            <w:r w:rsidRPr="002C5E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psychoedukacyjny</w:t>
            </w:r>
            <w:proofErr w:type="spellEnd"/>
            <w:r w:rsidRPr="002C5E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2C5E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SPOA</w:t>
            </w:r>
            <w:proofErr w:type="spellEnd"/>
            <w:r w:rsidRPr="002C5E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1995</w:t>
            </w:r>
          </w:p>
          <w:p w14:paraId="0903F6E4" w14:textId="4BD77515" w:rsidR="008951BD" w:rsidRPr="002C5E02" w:rsidRDefault="008951BD" w:rsidP="006B2AF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 xml:space="preserve">Słupek K., </w:t>
            </w:r>
            <w:r w:rsidRPr="002C5E02">
              <w:rPr>
                <w:rFonts w:ascii="Corbel" w:hAnsi="Corbel"/>
                <w:i/>
                <w:sz w:val="24"/>
                <w:szCs w:val="24"/>
              </w:rPr>
              <w:t>Uczniowie ze specjalnymi potrzebami komunikacyjnymi. Pomoc psychologiczno-pedagogiczna, dostosowanie wymagań,</w:t>
            </w:r>
            <w:r w:rsidRPr="002C5E02">
              <w:rPr>
                <w:rFonts w:ascii="Corbel" w:hAnsi="Corbel"/>
                <w:sz w:val="24"/>
                <w:szCs w:val="24"/>
              </w:rPr>
              <w:t xml:space="preserve"> Harmonia 2018</w:t>
            </w:r>
          </w:p>
          <w:p w14:paraId="78232C91" w14:textId="77777777" w:rsidR="008951BD" w:rsidRPr="002C5E02" w:rsidRDefault="008951BD" w:rsidP="006B2A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2C5E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Sunberg</w:t>
            </w:r>
            <w:proofErr w:type="spellEnd"/>
            <w:r w:rsidRPr="002C5E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VB-MAPP. </w:t>
            </w:r>
            <w:r w:rsidRPr="002C5E0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Ocena osiągania kamieni milowych rozwoju i planowanie terapii,</w:t>
            </w:r>
            <w:r w:rsidRPr="002C5E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Fundacja </w:t>
            </w:r>
            <w:proofErr w:type="spellStart"/>
            <w:r w:rsidRPr="002C5E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Scolaris</w:t>
            </w:r>
            <w:proofErr w:type="spellEnd"/>
            <w:r w:rsidRPr="002C5E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2015</w:t>
            </w:r>
          </w:p>
          <w:p w14:paraId="087939ED" w14:textId="3BCF4067" w:rsidR="006B2AFE" w:rsidRPr="002C5E02" w:rsidRDefault="008951BD" w:rsidP="008E2C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C5E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Wysocka E., </w:t>
            </w:r>
            <w:r w:rsidRPr="002C5E0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Diagnostyka pedagogiczna,</w:t>
            </w:r>
            <w:r w:rsidRPr="002C5E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Impuls 2013</w:t>
            </w:r>
          </w:p>
        </w:tc>
      </w:tr>
      <w:tr w:rsidR="0085747A" w:rsidRPr="002C5E02" w14:paraId="36959B79" w14:textId="77777777" w:rsidTr="00E648D6">
        <w:trPr>
          <w:trHeight w:val="397"/>
        </w:trPr>
        <w:tc>
          <w:tcPr>
            <w:tcW w:w="9639" w:type="dxa"/>
          </w:tcPr>
          <w:p w14:paraId="5E1F6022" w14:textId="77777777" w:rsidR="0085747A" w:rsidRPr="002C5E0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E0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B842F44" w14:textId="77777777" w:rsidR="008951BD" w:rsidRPr="002C5E02" w:rsidRDefault="008951BD" w:rsidP="006B2A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C5E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Al-</w:t>
            </w:r>
            <w:proofErr w:type="spellStart"/>
            <w:r w:rsidRPr="002C5E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Khamisy</w:t>
            </w:r>
            <w:proofErr w:type="spellEnd"/>
            <w:r w:rsidRPr="002C5E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r w:rsidRPr="002C5E0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Kształcenie uczniów ze specjalnymi potrzebami edukacyjnymi w powszechnym systemie oświatowym</w:t>
            </w:r>
            <w:r w:rsidRPr="002C5E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[w:] Głodkowska J., (red.) Dydaktyka specjalna w przygotowaniu do kształcenia uczniów ze specjalnymi potrzebami edukacyjnymi, APS 2012</w:t>
            </w:r>
          </w:p>
          <w:p w14:paraId="691602B7" w14:textId="77777777" w:rsidR="008951BD" w:rsidRPr="002C5E02" w:rsidRDefault="008951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C5E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Chrzanowska I., </w:t>
            </w:r>
            <w:r w:rsidRPr="002C5E0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specjalna</w:t>
            </w:r>
            <w:r w:rsidRPr="002C5E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Impuls 2015</w:t>
            </w:r>
          </w:p>
          <w:p w14:paraId="0C731D78" w14:textId="77777777" w:rsidR="008951BD" w:rsidRPr="002C5E02" w:rsidRDefault="008951BD" w:rsidP="006B2A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C5E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Kendall P. C., </w:t>
            </w:r>
            <w:r w:rsidRPr="002C5E0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Zaburzenia okresu dzieciństwa i adolescencji</w:t>
            </w:r>
            <w:r w:rsidRPr="002C5E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GWP 2004</w:t>
            </w:r>
          </w:p>
          <w:p w14:paraId="373E4927" w14:textId="77777777" w:rsidR="008951BD" w:rsidRPr="002C5E02" w:rsidRDefault="008951BD" w:rsidP="006B2A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C5E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Lew-Koralewicz A., </w:t>
            </w:r>
            <w:r w:rsidRPr="002C5E0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Wczesna diagnoza i terapia zachowań trudnych u dzieci z zaburzeniami rozwoju </w:t>
            </w:r>
            <w:r w:rsidRPr="002C5E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[w:] B. Jachimczak, D. Pawelczak, A. Wojciechowska (red.), </w:t>
            </w:r>
            <w:r w:rsidRPr="002C5E0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Miejsce innego we współczesnych naukach o wychowaniu – inny w przestrzeni społecznej</w:t>
            </w:r>
            <w:r w:rsidRPr="002C5E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UAM Poznań 2014</w:t>
            </w:r>
          </w:p>
          <w:p w14:paraId="6B893EB9" w14:textId="77777777" w:rsidR="008951BD" w:rsidRPr="002C5E02" w:rsidRDefault="008951BD" w:rsidP="006B2A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2C5E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Lovaas</w:t>
            </w:r>
            <w:proofErr w:type="spellEnd"/>
            <w:r w:rsidRPr="002C5E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 </w:t>
            </w:r>
            <w:r w:rsidRPr="002C5E0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Nauczanie dzieci niepełnosprawnych umysłowo</w:t>
            </w:r>
            <w:r w:rsidRPr="002C5E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WSIP 1993</w:t>
            </w:r>
          </w:p>
          <w:p w14:paraId="0B382C15" w14:textId="77777777" w:rsidR="008951BD" w:rsidRPr="002C5E02" w:rsidRDefault="008951BD" w:rsidP="006B2A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2C5E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Skałbania</w:t>
            </w:r>
            <w:proofErr w:type="spellEnd"/>
            <w:r w:rsidRPr="002C5E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</w:t>
            </w:r>
            <w:r w:rsidRPr="002C5E0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Diagnostyka pedagogiczna</w:t>
            </w:r>
            <w:r w:rsidRPr="002C5E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Impuls, 2011</w:t>
            </w:r>
          </w:p>
          <w:p w14:paraId="4F6A2837" w14:textId="6097FE1B" w:rsidR="006B2AFE" w:rsidRPr="002C5E02" w:rsidRDefault="008951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2C5E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Skibska</w:t>
            </w:r>
            <w:proofErr w:type="spellEnd"/>
            <w:r w:rsidRPr="002C5E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2C5E0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Diagnoza interdyscyplinarna. Wybrane problemy</w:t>
            </w:r>
            <w:r w:rsidRPr="002C5E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Impuls, Kraków 2017</w:t>
            </w:r>
          </w:p>
        </w:tc>
      </w:tr>
    </w:tbl>
    <w:p w14:paraId="247A5477" w14:textId="77777777" w:rsidR="0085747A" w:rsidRPr="002C5E0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407151A" w14:textId="77777777" w:rsidR="0085747A" w:rsidRPr="002C5E0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C13EF2" w14:textId="77777777" w:rsidR="0085747A" w:rsidRPr="002C5E02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2C5E0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F5B1E99" w14:textId="77777777" w:rsidR="00EA0B30" w:rsidRPr="002C5E02" w:rsidRDefault="00EA0B30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B1A4CE" w14:textId="77777777" w:rsidR="00EA0B30" w:rsidRPr="002C5E02" w:rsidRDefault="00EA0B30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0C48C8" w14:textId="77777777" w:rsidR="00EA0B30" w:rsidRPr="002C5E02" w:rsidRDefault="00EA0B30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50E13F" w14:textId="75FBD19E" w:rsidR="00EA0B30" w:rsidRPr="002C5E02" w:rsidRDefault="00EA0B30" w:rsidP="00EA0B30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EA0B30" w:rsidRPr="002C5E0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5F95D1" w14:textId="77777777" w:rsidR="00233481" w:rsidRDefault="00233481" w:rsidP="00C16ABF">
      <w:pPr>
        <w:spacing w:after="0" w:line="240" w:lineRule="auto"/>
      </w:pPr>
      <w:r>
        <w:separator/>
      </w:r>
    </w:p>
  </w:endnote>
  <w:endnote w:type="continuationSeparator" w:id="0">
    <w:p w14:paraId="06B942FE" w14:textId="77777777" w:rsidR="00233481" w:rsidRDefault="0023348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B65017" w14:textId="77777777" w:rsidR="00233481" w:rsidRDefault="00233481" w:rsidP="00C16ABF">
      <w:pPr>
        <w:spacing w:after="0" w:line="240" w:lineRule="auto"/>
      </w:pPr>
      <w:r>
        <w:separator/>
      </w:r>
    </w:p>
  </w:footnote>
  <w:footnote w:type="continuationSeparator" w:id="0">
    <w:p w14:paraId="2A368E85" w14:textId="77777777" w:rsidR="00233481" w:rsidRDefault="00233481" w:rsidP="00C16ABF">
      <w:pPr>
        <w:spacing w:after="0" w:line="240" w:lineRule="auto"/>
      </w:pPr>
      <w:r>
        <w:continuationSeparator/>
      </w:r>
    </w:p>
  </w:footnote>
  <w:footnote w:id="1">
    <w:p w14:paraId="3E6F5C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1BFC"/>
    <w:rsid w:val="00042A51"/>
    <w:rsid w:val="00042D2E"/>
    <w:rsid w:val="00044C82"/>
    <w:rsid w:val="00070ED6"/>
    <w:rsid w:val="000742DC"/>
    <w:rsid w:val="00084C12"/>
    <w:rsid w:val="00085B43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07FA"/>
    <w:rsid w:val="000F1C57"/>
    <w:rsid w:val="000F5615"/>
    <w:rsid w:val="00124BFF"/>
    <w:rsid w:val="0012560E"/>
    <w:rsid w:val="00127108"/>
    <w:rsid w:val="00134B13"/>
    <w:rsid w:val="00146BC0"/>
    <w:rsid w:val="001537C8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0BD0"/>
    <w:rsid w:val="001D657B"/>
    <w:rsid w:val="001D7B54"/>
    <w:rsid w:val="001E0209"/>
    <w:rsid w:val="001F2CA2"/>
    <w:rsid w:val="002009AE"/>
    <w:rsid w:val="002144C0"/>
    <w:rsid w:val="0022477D"/>
    <w:rsid w:val="002278A9"/>
    <w:rsid w:val="0022794D"/>
    <w:rsid w:val="00233481"/>
    <w:rsid w:val="002336F9"/>
    <w:rsid w:val="0024028F"/>
    <w:rsid w:val="00244ABC"/>
    <w:rsid w:val="00277AB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E02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456D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4EA0"/>
    <w:rsid w:val="004D5282"/>
    <w:rsid w:val="004E2F68"/>
    <w:rsid w:val="004F1551"/>
    <w:rsid w:val="004F55A3"/>
    <w:rsid w:val="0050496F"/>
    <w:rsid w:val="00513B6F"/>
    <w:rsid w:val="00514C79"/>
    <w:rsid w:val="00517C63"/>
    <w:rsid w:val="005363C4"/>
    <w:rsid w:val="00536BDE"/>
    <w:rsid w:val="00543ACC"/>
    <w:rsid w:val="0056696D"/>
    <w:rsid w:val="00584B7B"/>
    <w:rsid w:val="005858A5"/>
    <w:rsid w:val="0059484D"/>
    <w:rsid w:val="005A0855"/>
    <w:rsid w:val="005A3196"/>
    <w:rsid w:val="005B334E"/>
    <w:rsid w:val="005C00E8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3078"/>
    <w:rsid w:val="0064765B"/>
    <w:rsid w:val="00647FA8"/>
    <w:rsid w:val="00650C5F"/>
    <w:rsid w:val="006528C7"/>
    <w:rsid w:val="00654934"/>
    <w:rsid w:val="006620D9"/>
    <w:rsid w:val="00671958"/>
    <w:rsid w:val="00675843"/>
    <w:rsid w:val="00696477"/>
    <w:rsid w:val="006B2AF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675F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F4155"/>
    <w:rsid w:val="0081554D"/>
    <w:rsid w:val="0081707E"/>
    <w:rsid w:val="008449B3"/>
    <w:rsid w:val="00850607"/>
    <w:rsid w:val="008552A2"/>
    <w:rsid w:val="0085747A"/>
    <w:rsid w:val="00884922"/>
    <w:rsid w:val="00885537"/>
    <w:rsid w:val="00885F64"/>
    <w:rsid w:val="008917F9"/>
    <w:rsid w:val="008927DB"/>
    <w:rsid w:val="008935B0"/>
    <w:rsid w:val="008951BD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1734"/>
    <w:rsid w:val="008E2CDD"/>
    <w:rsid w:val="008E64F4"/>
    <w:rsid w:val="008F12C9"/>
    <w:rsid w:val="008F12F1"/>
    <w:rsid w:val="008F6E29"/>
    <w:rsid w:val="008F6E51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6FA9"/>
    <w:rsid w:val="00A601C8"/>
    <w:rsid w:val="00A60799"/>
    <w:rsid w:val="00A84C85"/>
    <w:rsid w:val="00A97DE1"/>
    <w:rsid w:val="00AB053C"/>
    <w:rsid w:val="00AD1146"/>
    <w:rsid w:val="00AD27D3"/>
    <w:rsid w:val="00AD52EF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496E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216B"/>
    <w:rsid w:val="00C766DF"/>
    <w:rsid w:val="00C94B98"/>
    <w:rsid w:val="00CA2B96"/>
    <w:rsid w:val="00CA5089"/>
    <w:rsid w:val="00CD6897"/>
    <w:rsid w:val="00CE5BAC"/>
    <w:rsid w:val="00CF25BE"/>
    <w:rsid w:val="00CF76AB"/>
    <w:rsid w:val="00CF78ED"/>
    <w:rsid w:val="00D02B25"/>
    <w:rsid w:val="00D02EBA"/>
    <w:rsid w:val="00D1513D"/>
    <w:rsid w:val="00D17C3C"/>
    <w:rsid w:val="00D26B2C"/>
    <w:rsid w:val="00D352C9"/>
    <w:rsid w:val="00D425B2"/>
    <w:rsid w:val="00D428D6"/>
    <w:rsid w:val="00D456E4"/>
    <w:rsid w:val="00D552B2"/>
    <w:rsid w:val="00D608D1"/>
    <w:rsid w:val="00D74119"/>
    <w:rsid w:val="00D8075B"/>
    <w:rsid w:val="00D8678B"/>
    <w:rsid w:val="00DA2114"/>
    <w:rsid w:val="00DB19B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48D6"/>
    <w:rsid w:val="00E742AA"/>
    <w:rsid w:val="00E77E88"/>
    <w:rsid w:val="00E8107D"/>
    <w:rsid w:val="00E960BB"/>
    <w:rsid w:val="00EA0B30"/>
    <w:rsid w:val="00EA2074"/>
    <w:rsid w:val="00EA4832"/>
    <w:rsid w:val="00EA4E9D"/>
    <w:rsid w:val="00EC4899"/>
    <w:rsid w:val="00ED03AB"/>
    <w:rsid w:val="00ED32D2"/>
    <w:rsid w:val="00EE32DE"/>
    <w:rsid w:val="00EE5457"/>
    <w:rsid w:val="00F01EF7"/>
    <w:rsid w:val="00F070AB"/>
    <w:rsid w:val="00F12AFD"/>
    <w:rsid w:val="00F17567"/>
    <w:rsid w:val="00F27A7B"/>
    <w:rsid w:val="00F526AF"/>
    <w:rsid w:val="00F617C3"/>
    <w:rsid w:val="00F667B7"/>
    <w:rsid w:val="00F7066B"/>
    <w:rsid w:val="00F75201"/>
    <w:rsid w:val="00F83B28"/>
    <w:rsid w:val="00F974DA"/>
    <w:rsid w:val="00FA46E5"/>
    <w:rsid w:val="00FB7DBA"/>
    <w:rsid w:val="00FC1C25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EF257"/>
  <w15:docId w15:val="{40AA5E04-36FB-4887-8434-8AB3951CA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EC45E-EDE6-49C4-A615-5EB96AA7E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17</TotalTime>
  <Pages>1</Pages>
  <Words>1230</Words>
  <Characters>7381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17</cp:revision>
  <cp:lastPrinted>2019-02-06T12:12:00Z</cp:lastPrinted>
  <dcterms:created xsi:type="dcterms:W3CDTF">2020-02-03T08:22:00Z</dcterms:created>
  <dcterms:modified xsi:type="dcterms:W3CDTF">2021-09-06T09:51:00Z</dcterms:modified>
</cp:coreProperties>
</file>